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ard layout for two cards per page"/>
      </w:tblPr>
      <w:tblGrid>
        <w:gridCol w:w="636"/>
        <w:gridCol w:w="5461"/>
        <w:gridCol w:w="2543"/>
      </w:tblGrid>
      <w:tr w:rsidR="007F2C57">
        <w:trPr>
          <w:trHeight w:hRule="exact" w:val="1008"/>
        </w:trPr>
        <w:tc>
          <w:tcPr>
            <w:tcW w:w="648" w:type="dxa"/>
          </w:tcPr>
          <w:p w:rsidR="007F2C57" w:rsidRDefault="007F2C57">
            <w:bookmarkStart w:id="0" w:name="_GoBack"/>
            <w:bookmarkEnd w:id="0"/>
          </w:p>
        </w:tc>
        <w:sdt>
          <w:sdtPr>
            <w:id w:val="871971315"/>
            <w:placeholder>
              <w:docPart w:val="0EC7AEF8C4AB41A09CF950884F0145FA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5400" w:type="dxa"/>
                <w:vAlign w:val="bottom"/>
              </w:tcPr>
              <w:p w:rsidR="007F2C57" w:rsidRDefault="00830F1B">
                <w:pPr>
                  <w:pStyle w:val="Title"/>
                </w:pPr>
                <w:r>
                  <w:t>[Recipe Name]</w:t>
                </w:r>
              </w:p>
            </w:tc>
          </w:sdtContent>
        </w:sdt>
        <w:tc>
          <w:tcPr>
            <w:tcW w:w="2592" w:type="dxa"/>
          </w:tcPr>
          <w:p w:rsidR="007F2C57" w:rsidRDefault="007F2C57"/>
        </w:tc>
      </w:tr>
      <w:tr w:rsidR="007F2C57">
        <w:trPr>
          <w:trHeight w:hRule="exact" w:val="3888"/>
        </w:trPr>
        <w:tc>
          <w:tcPr>
            <w:tcW w:w="648" w:type="dxa"/>
          </w:tcPr>
          <w:p w:rsidR="007F2C57" w:rsidRDefault="007F2C57"/>
        </w:tc>
        <w:tc>
          <w:tcPr>
            <w:tcW w:w="5400" w:type="dxa"/>
          </w:tcPr>
          <w:tbl>
            <w:tblPr>
              <w:tblStyle w:val="RecipeCardLines"/>
              <w:tblW w:w="5000" w:type="pct"/>
              <w:tblLook w:val="04A0" w:firstRow="1" w:lastRow="0" w:firstColumn="1" w:lastColumn="0" w:noHBand="0" w:noVBand="1"/>
              <w:tblDescription w:val="Recipe text area"/>
            </w:tblPr>
            <w:tblGrid>
              <w:gridCol w:w="5461"/>
            </w:tblGrid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830F1B">
                  <w:pPr>
                    <w:spacing w:before="30" w:after="30"/>
                  </w:pPr>
                  <w:sdt>
                    <w:sdtPr>
                      <w:id w:val="1564979969"/>
                      <w:placeholder>
                        <w:docPart w:val="BAB4D4728F5D43B3BDE94C877E8EEC76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>
                        <w:t>Ready to put your incredible recipes in print?</w:t>
                      </w:r>
                    </w:sdtContent>
                  </w:sdt>
                </w:p>
              </w:tc>
            </w:tr>
            <w:tr w:rsidR="007F2C57">
              <w:trPr>
                <w:trHeight w:hRule="exact" w:val="360"/>
              </w:trPr>
              <w:sdt>
                <w:sdtPr>
                  <w:id w:val="-933367024"/>
                  <w:placeholder>
                    <w:docPart w:val="C0A06B78AE764F7BB7474FB9F86B87CB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5000" w:type="pct"/>
                      <w:vAlign w:val="center"/>
                    </w:tcPr>
                    <w:p w:rsidR="007F2C57" w:rsidRDefault="00830F1B">
                      <w:pPr>
                        <w:spacing w:before="30" w:after="30"/>
                      </w:pPr>
                      <w:r>
                        <w:t>Just click above any dashed line and start typing.</w:t>
                      </w:r>
                    </w:p>
                  </w:tc>
                </w:sdtContent>
              </w:sdt>
            </w:tr>
            <w:tr w:rsidR="007F2C57">
              <w:trPr>
                <w:trHeight w:hRule="exact" w:val="360"/>
              </w:trPr>
              <w:sdt>
                <w:sdtPr>
                  <w:id w:val="450517375"/>
                  <w:placeholder>
                    <w:docPart w:val="643DEB6FEE0B4B89969A07AF6EE4CAC9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5000" w:type="pct"/>
                      <w:vAlign w:val="center"/>
                    </w:tcPr>
                    <w:p w:rsidR="007F2C57" w:rsidRDefault="00830F1B">
                      <w:pPr>
                        <w:spacing w:before="30" w:after="30"/>
                      </w:pPr>
                      <w:r>
                        <w:t>To move to a new line, press the down arrow key.</w:t>
                      </w:r>
                    </w:p>
                  </w:tc>
                </w:sdtContent>
              </w:sdt>
            </w:tr>
            <w:tr w:rsidR="007F2C57">
              <w:trPr>
                <w:trHeight w:hRule="exact" w:val="360"/>
              </w:trPr>
              <w:sdt>
                <w:sdtPr>
                  <w:id w:val="466173182"/>
                  <w:placeholder>
                    <w:docPart w:val="69E5BE8655C34BF9B1DD336A2FA84A4B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5000" w:type="pct"/>
                      <w:vAlign w:val="center"/>
                    </w:tcPr>
                    <w:p w:rsidR="007F2C57" w:rsidRDefault="00830F1B">
                      <w:pPr>
                        <w:spacing w:before="30" w:after="30"/>
                      </w:pPr>
                      <w:r>
                        <w:t>To delete any placeholder (like this one) just click it and type.</w:t>
                      </w:r>
                    </w:p>
                  </w:tc>
                </w:sdtContent>
              </w:sdt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</w:tbl>
          <w:p w:rsidR="007F2C57" w:rsidRDefault="007F2C57"/>
        </w:tc>
        <w:tc>
          <w:tcPr>
            <w:tcW w:w="2592" w:type="dxa"/>
          </w:tcPr>
          <w:p w:rsidR="007F2C57" w:rsidRDefault="007F2C57"/>
        </w:tc>
      </w:tr>
      <w:tr w:rsidR="007F2C57">
        <w:trPr>
          <w:trHeight w:hRule="exact" w:val="864"/>
        </w:trPr>
        <w:tc>
          <w:tcPr>
            <w:tcW w:w="648" w:type="dxa"/>
          </w:tcPr>
          <w:p w:rsidR="007F2C57" w:rsidRDefault="007F2C57"/>
        </w:tc>
        <w:tc>
          <w:tcPr>
            <w:tcW w:w="5400" w:type="dxa"/>
          </w:tcPr>
          <w:p w:rsidR="007F2C57" w:rsidRDefault="00830F1B">
            <w:r>
              <w:t xml:space="preserve">Christmas </w:t>
            </w:r>
            <w:sdt>
              <w:sdtPr>
                <w:id w:val="1329248421"/>
                <w:placeholder>
                  <w:docPart w:val="388FE9D53AC742178B1C0B2C9395827B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>
                  <w:t>[Year]</w:t>
                </w:r>
              </w:sdtContent>
            </w:sdt>
            <w:r>
              <w:t xml:space="preserve"> (from </w:t>
            </w:r>
            <w:sdt>
              <w:sdtPr>
                <w:id w:val="768118840"/>
                <w:placeholder>
                  <w:docPart w:val="60620671F6B04465819B75F36E9ADD1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>
                  <w:t>[Recipe Author]</w:t>
                </w:r>
              </w:sdtContent>
            </w:sdt>
            <w:r>
              <w:t>)</w:t>
            </w:r>
          </w:p>
        </w:tc>
        <w:tc>
          <w:tcPr>
            <w:tcW w:w="2592" w:type="dxa"/>
          </w:tcPr>
          <w:p w:rsidR="007F2C57" w:rsidRDefault="007F2C57"/>
        </w:tc>
      </w:tr>
      <w:tr w:rsidR="007F2C57">
        <w:trPr>
          <w:trHeight w:hRule="exact" w:val="720"/>
        </w:trPr>
        <w:tc>
          <w:tcPr>
            <w:tcW w:w="648" w:type="dxa"/>
          </w:tcPr>
          <w:p w:rsidR="007F2C57" w:rsidRDefault="007F2C57"/>
        </w:tc>
        <w:tc>
          <w:tcPr>
            <w:tcW w:w="5400" w:type="dxa"/>
          </w:tcPr>
          <w:p w:rsidR="007F2C57" w:rsidRDefault="007F2C57"/>
        </w:tc>
        <w:tc>
          <w:tcPr>
            <w:tcW w:w="2592" w:type="dxa"/>
          </w:tcPr>
          <w:p w:rsidR="007F2C57" w:rsidRDefault="007F2C57"/>
        </w:tc>
      </w:tr>
      <w:tr w:rsidR="007F2C57">
        <w:trPr>
          <w:trHeight w:hRule="exact" w:val="1944"/>
        </w:trPr>
        <w:tc>
          <w:tcPr>
            <w:tcW w:w="648" w:type="dxa"/>
            <w:vAlign w:val="center"/>
          </w:tcPr>
          <w:p w:rsidR="007F2C57" w:rsidRDefault="007F2C57"/>
        </w:tc>
        <w:tc>
          <w:tcPr>
            <w:tcW w:w="5400" w:type="dxa"/>
            <w:vAlign w:val="center"/>
          </w:tcPr>
          <w:p w:rsidR="007F2C57" w:rsidRDefault="00830F1B">
            <w:pPr>
              <w:pStyle w:val="TitleAlt"/>
            </w:pPr>
            <w:sdt>
              <w:sdtPr>
                <w:id w:val="-1259605419"/>
                <w:placeholder>
                  <w:docPart w:val="0EC7AEF8C4AB41A09CF950884F0145F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>
                  <w:t>[Recipe Name]</w:t>
                </w:r>
              </w:sdtContent>
            </w:sdt>
          </w:p>
        </w:tc>
        <w:tc>
          <w:tcPr>
            <w:tcW w:w="2592" w:type="dxa"/>
          </w:tcPr>
          <w:p w:rsidR="007F2C57" w:rsidRDefault="007F2C57"/>
        </w:tc>
      </w:tr>
      <w:tr w:rsidR="007F2C57">
        <w:trPr>
          <w:trHeight w:hRule="exact" w:val="3384"/>
        </w:trPr>
        <w:tc>
          <w:tcPr>
            <w:tcW w:w="648" w:type="dxa"/>
          </w:tcPr>
          <w:p w:rsidR="007F2C57" w:rsidRDefault="007F2C57"/>
        </w:tc>
        <w:tc>
          <w:tcPr>
            <w:tcW w:w="5400" w:type="dxa"/>
          </w:tcPr>
          <w:tbl>
            <w:tblPr>
              <w:tblStyle w:val="RecipeCardLines"/>
              <w:tblW w:w="5461" w:type="dxa"/>
              <w:tblLook w:val="04A0" w:firstRow="1" w:lastRow="0" w:firstColumn="1" w:lastColumn="0" w:noHBand="0" w:noVBand="1"/>
              <w:tblDescription w:val="Recipe text area"/>
            </w:tblPr>
            <w:tblGrid>
              <w:gridCol w:w="5461"/>
            </w:tblGrid>
            <w:tr w:rsidR="007F2C57">
              <w:trPr>
                <w:trHeight w:hRule="exact" w:val="360"/>
              </w:trPr>
              <w:sdt>
                <w:sdtPr>
                  <w:id w:val="-986322724"/>
                  <w:placeholder>
                    <w:docPart w:val="31F3680F82384E9EB30E8B0DA04FE7A4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5461" w:type="dxa"/>
                      <w:vAlign w:val="center"/>
                    </w:tcPr>
                    <w:p w:rsidR="007F2C57" w:rsidRDefault="00830F1B">
                      <w:r>
                        <w:t>You can print these recipe cards two-sided or one-sided.</w:t>
                      </w:r>
                    </w:p>
                  </w:tc>
                </w:sdtContent>
              </w:sdt>
            </w:tr>
            <w:tr w:rsidR="007F2C57">
              <w:trPr>
                <w:trHeight w:hRule="exact" w:val="360"/>
              </w:trPr>
              <w:sdt>
                <w:sdtPr>
                  <w:id w:val="-1115133510"/>
                  <w:placeholder>
                    <w:docPart w:val="DC65D62E7B734C90871A248A5C474B62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5461" w:type="dxa"/>
                      <w:vAlign w:val="center"/>
                    </w:tcPr>
                    <w:p w:rsidR="007F2C57" w:rsidRDefault="00830F1B">
                      <w:r>
                        <w:t>For two-sided printing, click File and then click Print.</w:t>
                      </w:r>
                    </w:p>
                  </w:tc>
                </w:sdtContent>
              </w:sdt>
            </w:tr>
            <w:tr w:rsidR="007F2C57">
              <w:trPr>
                <w:trHeight w:hRule="exact" w:val="360"/>
              </w:trPr>
              <w:sdt>
                <w:sdtPr>
                  <w:id w:val="1821928014"/>
                  <w:placeholder>
                    <w:docPart w:val="72A165F0887946AE93D144FE5DA66EF7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5461" w:type="dxa"/>
                      <w:vAlign w:val="center"/>
                    </w:tcPr>
                    <w:p w:rsidR="007F2C57" w:rsidRDefault="00830F1B">
                      <w:r>
                        <w:t xml:space="preserve">Under the option that defaults to Print One Sided, select a </w:t>
                      </w:r>
                    </w:p>
                  </w:tc>
                </w:sdtContent>
              </w:sdt>
            </w:tr>
            <w:tr w:rsidR="007F2C57">
              <w:trPr>
                <w:trHeight w:hRule="exact" w:val="360"/>
              </w:trPr>
              <w:sdt>
                <w:sdtPr>
                  <w:id w:val="-1865974772"/>
                  <w:placeholder>
                    <w:docPart w:val="3EC4B9B2976E4AC68A2B942AF0240030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5461" w:type="dxa"/>
                      <w:vAlign w:val="center"/>
                    </w:tcPr>
                    <w:p w:rsidR="007F2C57" w:rsidRDefault="00830F1B">
                      <w:r>
                        <w:t>two-sided print setting. (Print options vary by printer.)</w:t>
                      </w:r>
                    </w:p>
                  </w:tc>
                </w:sdtContent>
              </w:sdt>
            </w:tr>
            <w:tr w:rsidR="007F2C57">
              <w:trPr>
                <w:trHeight w:hRule="exact" w:val="360"/>
              </w:trPr>
              <w:tc>
                <w:tcPr>
                  <w:tcW w:w="5461" w:type="dxa"/>
                  <w:vAlign w:val="center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461" w:type="dxa"/>
                  <w:vAlign w:val="center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461" w:type="dxa"/>
                  <w:vAlign w:val="center"/>
                </w:tcPr>
                <w:p w:rsidR="007F2C57" w:rsidRDefault="007F2C57"/>
              </w:tc>
            </w:tr>
            <w:tr w:rsidR="007F2C57">
              <w:trPr>
                <w:trHeight w:hRule="exact" w:val="360"/>
              </w:trPr>
              <w:tc>
                <w:tcPr>
                  <w:tcW w:w="5461" w:type="dxa"/>
                  <w:vAlign w:val="center"/>
                </w:tcPr>
                <w:p w:rsidR="007F2C57" w:rsidRDefault="007F2C57"/>
              </w:tc>
            </w:tr>
            <w:tr w:rsidR="007F2C57">
              <w:trPr>
                <w:trHeight w:hRule="exact" w:val="360"/>
              </w:trPr>
              <w:tc>
                <w:tcPr>
                  <w:tcW w:w="5461" w:type="dxa"/>
                  <w:vAlign w:val="center"/>
                </w:tcPr>
                <w:p w:rsidR="007F2C57" w:rsidRDefault="007F2C57"/>
              </w:tc>
            </w:tr>
          </w:tbl>
          <w:p w:rsidR="007F2C57" w:rsidRDefault="007F2C57"/>
        </w:tc>
        <w:tc>
          <w:tcPr>
            <w:tcW w:w="2592" w:type="dxa"/>
          </w:tcPr>
          <w:p w:rsidR="007F2C57" w:rsidRDefault="007F2C57"/>
        </w:tc>
      </w:tr>
      <w:tr w:rsidR="007F2C57">
        <w:trPr>
          <w:trHeight w:hRule="exact" w:val="432"/>
        </w:trPr>
        <w:tc>
          <w:tcPr>
            <w:tcW w:w="648" w:type="dxa"/>
          </w:tcPr>
          <w:p w:rsidR="007F2C57" w:rsidRDefault="007F2C57"/>
        </w:tc>
        <w:tc>
          <w:tcPr>
            <w:tcW w:w="5400" w:type="dxa"/>
          </w:tcPr>
          <w:p w:rsidR="007F2C57" w:rsidRDefault="00830F1B">
            <w:r>
              <w:t xml:space="preserve">Christmas </w:t>
            </w:r>
            <w:sdt>
              <w:sdtPr>
                <w:id w:val="1016277458"/>
                <w:placeholder>
                  <w:docPart w:val="388FE9D53AC742178B1C0B2C9395827B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>
                  <w:t>[Year]</w:t>
                </w:r>
              </w:sdtContent>
            </w:sdt>
            <w:r>
              <w:t xml:space="preserve"> (from </w:t>
            </w:r>
            <w:sdt>
              <w:sdtPr>
                <w:id w:val="-1318724085"/>
                <w:placeholder>
                  <w:docPart w:val="60620671F6B04465819B75F36E9ADD1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>
                  <w:t>[Recipe Author]</w:t>
                </w:r>
              </w:sdtContent>
            </w:sdt>
            <w:r>
              <w:t>)</w:t>
            </w:r>
          </w:p>
        </w:tc>
        <w:tc>
          <w:tcPr>
            <w:tcW w:w="2592" w:type="dxa"/>
          </w:tcPr>
          <w:p w:rsidR="007F2C57" w:rsidRDefault="007F2C57"/>
        </w:tc>
      </w:tr>
    </w:tbl>
    <w:p w:rsidR="007F2C57" w:rsidRDefault="00830F1B">
      <w:r>
        <w:rPr>
          <w:noProof/>
          <w:lang w:eastAsia="en-US" w:bidi="bn-BD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772400" cy="10058400"/>
                <wp:effectExtent l="0" t="0" r="19050" b="19050"/>
                <wp:wrapNone/>
                <wp:docPr id="13" name="cut line guides" descr="Cut line guide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6" name="Straight Connector 6"/>
                        <wps:cNvCnPr/>
                        <wps:spPr>
                          <a:xfrm>
                            <a:off x="1143000" y="0"/>
                            <a:ext cx="0" cy="10058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6610350" y="0"/>
                            <a:ext cx="0" cy="10058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0" y="11430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0" y="48006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0" y="52578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0" y="89154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BD163" id="cut line guides" o:spid="_x0000_s1026" alt="Cut line guides" style="position:absolute;margin-left:0;margin-top:0;width:612pt;height:11in;z-index:-251644928;mso-position-horizontal:left;mso-position-horizontal-relative:page;mso-position-vertical:top;mso-position-vertical-relative:page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">
                <v:line id="Straight Connector 6" o:spid="_x0000_s1027" style="position:absolute;visibility:visible;mso-wrap-style:square" from="11430,0" to="11430,100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OpFMIAAADaAAAADwAAAGRycy9kb3ducmV2LnhtbESPQWvCQBSE7wX/w/IEb81GwVCiqxRB&#10;UARLE8Hr6+5rEpp9G7KrRn+9Wyj0OMzMN8xyPdhWXKn3jWMF0yQFQaydabhScCq3r28gfEA22Dom&#10;BXfysF6NXpaYG3fjT7oWoRIRwj5HBXUIXS6l1zVZ9InriKP37XqLIcq+kqbHW4TbVs7SNJMWG44L&#10;NXa0qUn/FBer4JB1mTyGhzt/fJVVMTi9L+daqcl4eF+ACDSE//Bfe2cUZPB7Jd4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ZOpFMIAAADaAAAADwAAAAAAAAAAAAAA&#10;AAChAgAAZHJzL2Rvd25yZXYueG1sUEsFBgAAAAAEAAQA+QAAAJADAAAAAA==&#10;" strokecolor="#f9e5b8 [1304]" strokeweight=".5pt">
                  <v:stroke dashstyle="dash" joinstyle="miter"/>
                </v:line>
                <v:line id="Straight Connector 7" o:spid="_x0000_s1028" style="position:absolute;visibility:visible;mso-wrap-style:square" from="66103,0" to="66103,100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8Mj8MAAADaAAAADwAAAGRycy9kb3ducmV2LnhtbESPQWvCQBSE74L/YXlCb7ppobFEN6EU&#10;Ci2CxUTw+tx9JsHs25DdavTXdwuFHoeZ+YZZF6PtxIUG3zpW8LhIQBBrZ1quFeyr9/kLCB+QDXaO&#10;ScGNPBT5dLLGzLgr7+hShlpECPsMFTQh9JmUXjdk0S9cTxy9kxsshiiHWpoBrxFuO/mUJKm02HJc&#10;aLCnt4b0ufy2CjZpn8ptuLvD17Gqy9Hpz+pZK/UwG19XIAKN4T/81/4wCpbweyXeAJ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fDI/DAAAA2gAAAA8AAAAAAAAAAAAA&#10;AAAAoQIAAGRycy9kb3ducmV2LnhtbFBLBQYAAAAABAAEAPkAAACRAwAAAAA=&#10;" strokecolor="#f9e5b8 [1304]" strokeweight=".5pt">
                  <v:stroke dashstyle="dash" joinstyle="miter"/>
                </v:line>
                <v:line id="Straight Connector 8" o:spid="_x0000_s1029" style="position:absolute;visibility:visible;mso-wrap-style:square" from="0,11430" to="77724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CY/b8AAADaAAAADwAAAGRycy9kb3ducmV2LnhtbERPTYvCMBC9C/6HMII3TV2wLNUoIggr&#10;grLtwl7HZGyLzaQ0Uau/3hwW9vh438t1bxtxp87XjhXMpgkIYu1MzaWCn2I3+QThA7LBxjEpeJKH&#10;9Wo4WGJm3IO/6Z6HUsQQ9hkqqEJoMym9rsiin7qWOHIX11kMEXalNB0+Yrht5EeSpNJizbGhwpa2&#10;FelrfrMKDmmbymN4ud/TuSjz3ul9MddKjUf9ZgEiUB/+xX/uL6Mgbo1X4g2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0CY/b8AAADaAAAADwAAAAAAAAAAAAAAAACh&#10;AgAAZHJzL2Rvd25yZXYueG1sUEsFBgAAAAAEAAQA+QAAAI0DAAAAAA==&#10;" strokecolor="#f9e5b8 [1304]" strokeweight=".5pt">
                  <v:stroke dashstyle="dash" joinstyle="miter"/>
                </v:line>
                <v:line id="Straight Connector 9" o:spid="_x0000_s1030" style="position:absolute;visibility:visible;mso-wrap-style:square" from="0,48006" to="77724,48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w9ZsMAAADaAAAADwAAAGRycy9kb3ducmV2LnhtbESPQWvCQBSE74L/YXlCb7ppocFGN6EU&#10;Ci2CxUTw+tx9JsHs25DdavTXdwuFHoeZ+YZZF6PtxIUG3zpW8LhIQBBrZ1quFeyr9/kShA/IBjvH&#10;pOBGHop8OlljZtyVd3QpQy0ihH2GCpoQ+kxKrxuy6BeuJ47eyQ0WQ5RDLc2A1wi3nXxKklRabDku&#10;NNjTW0P6XH5bBZu0T+U23N3h61jV5ej0Z/WslXqYja8rEIHG8B/+a38YBS/weyXeAJ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MPWbDAAAA2gAAAA8AAAAAAAAAAAAA&#10;AAAAoQIAAGRycy9kb3ducmV2LnhtbFBLBQYAAAAABAAEAPkAAACRAwAAAAA=&#10;" strokecolor="#f9e5b8 [1304]" strokeweight=".5pt">
                  <v:stroke dashstyle="dash" joinstyle="miter"/>
                </v:line>
                <v:line id="Straight Connector 10" o:spid="_x0000_s1031" style="position:absolute;visibility:visible;mso-wrap-style:square" from="0,52578" to="77724,52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ox98QAAADbAAAADwAAAGRycy9kb3ducmV2LnhtbESPQWvCQBCF7wX/wzJCb3VjwVCiq4gg&#10;tAiWJoVex90xCWZnQ3arqb++cyj0NsN78943q83oO3WlIbaBDcxnGShiG1zLtYHPav/0AiomZIdd&#10;YDLwQxE268nDCgsXbvxB1zLVSkI4FmigSakvtI62IY9xFnpi0c5h8JhkHWrtBrxJuO/0c5bl2mPL&#10;0tBgT7uG7KX89gYOeZ/rY7qHr/dTVZdjsG/VwhrzOB23S1CJxvRv/rt+dYIv9PKLDK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CjH3xAAAANsAAAAPAAAAAAAAAAAA&#10;AAAAAKECAABkcnMvZG93bnJldi54bWxQSwUGAAAAAAQABAD5AAAAkgMAAAAA&#10;" strokecolor="#f9e5b8 [1304]" strokeweight=".5pt">
                  <v:stroke dashstyle="dash" joinstyle="miter"/>
                </v:line>
                <v:line id="Straight Connector 11" o:spid="_x0000_s1032" style="position:absolute;visibility:visible;mso-wrap-style:square" from="0,89154" to="77724,8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aUbMEAAADbAAAADwAAAGRycy9kb3ducmV2LnhtbERP32vCMBB+F/wfwgl707TCilRjGQPB&#10;MXCsHez1TM622FxKE7Xur18GA9/u4/t5m2K0nbjS4FvHCtJFAoJYO9NyreCr2s1XIHxANtg5JgV3&#10;8lBsp5MN5sbd+JOuZahFDGGfo4ImhD6X0uuGLPqF64kjd3KDxRDhUEsz4C2G204ukySTFluODQ32&#10;9NqQPpcXq+A96zN5CD/u++NY1eXo9Fv1rJV6mo0vaxCBxvAQ/7v3Js5P4e+XeI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RpRswQAAANsAAAAPAAAAAAAAAAAAAAAA&#10;AKECAABkcnMvZG93bnJldi54bWxQSwUGAAAAAAQABAD5AAAAjwMAAAAA&#10;" strokecolor="#f9e5b8 [1304]" strokeweight=".5pt">
                  <v:stroke dashstyle="dash" joinstyle="miter"/>
                </v:line>
                <w10:wrap anchorx="page" anchory="page"/>
              </v:group>
            </w:pict>
          </mc:Fallback>
        </mc:AlternateContent>
      </w:r>
      <w:r>
        <w:rPr>
          <w:noProof/>
          <w:lang w:eastAsia="en-US" w:bidi="bn-BD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1143000" y="891540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486411" cy="7772411"/>
                <wp:effectExtent l="0" t="0" r="0" b="0"/>
                <wp:wrapNone/>
                <wp:docPr id="12" name="Group 11" descr="Background design drawings for two cards, showing a snowman in a snow scene (top) and a wreath on a scalloped border (bottom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486411" cy="7772411"/>
                          <a:chOff x="0" y="0"/>
                          <a:chExt cx="5486411" cy="77724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11" cy="365760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114804"/>
                            <a:ext cx="5486411" cy="36576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A4E746" id="Group 11" o:spid="_x0000_s1026" alt="Background design drawings for two cards, showing a snowman in a snow scene (top) and a wreath on a scalloped border (bottom)" style="position:absolute;margin-left:0;margin-top:0;width:6in;height:612pt;z-index:-251658240;mso-position-horizontal:center;mso-position-horizontal-relative:margin;mso-position-vertical:top;mso-position-vertical-relative:margin" coordsize="54864,777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jHQF&#10;aBcOSAAAAAAE/X/dj1AU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AJfpbgHbh&#10;gAQAAABA0P/X/QhFA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54864;height:365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sBaXAAAAA2gAAAA8AAABkcnMvZG93bnJldi54bWxEj0GLwjAUhO/C/ofwFrxpag+LVKOIIOzu&#10;bY0evD2aZ1PbvJQmavffG0HwOMzMN8xyPbhW3KgPtWcFs2kGgrj0puZKwUHvJnMQISIbbD2Tgn8K&#10;sF59jJZYGH/nP7rtYyUShEOBCmyMXSFlKC05DFPfESfv7HuHMcm+kqbHe4K7VuZZ9iUd1pwWLHa0&#10;tVQ2+6tToPWlMd3l9zrTQ67zo/xpoj0pNf4cNgsQkYb4Dr/a30ZBDs8r6QbI1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SwFpcAAAADaAAAADwAAAAAAAAAAAAAAAACfAgAA&#10;ZHJzL2Rvd25yZXYueG1sUEsFBgAAAAAEAAQA9wAAAIwDAAAAAA==&#10;">
                  <v:imagedata r:id="rId7" o:title=""/>
                  <v:path arrowok="t"/>
                </v:shape>
                <v:shape id="Picture 3" o:spid="_x0000_s1028" type="#_x0000_t75" style="position:absolute;top:41148;width:54864;height:365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tUVbEAAAA2gAAAA8AAABkcnMvZG93bnJldi54bWxEj0FrwkAUhO9C/8PyCl6kbpqihNQ1iFDw&#10;YA/a0ub4yD6TkOzbkF2T+O+7BcHjMDPfMJtsMq0YqHe1ZQWvywgEcWF1zaWC76+PlwSE88gaW8uk&#10;4EYOsu3TbIOptiOfaDj7UgQIuxQVVN53qZSuqMigW9qOOHgX2xv0Qfal1D2OAW5aGUfRWhqsOSxU&#10;2NG+oqI5X42Cy6h/PpvjouC8S37jfIXDrVkrNX+edu8gPE3+Eb63D1rBG/xfCTdAb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StUVbEAAAA2gAAAA8AAAAAAAAAAAAAAAAA&#10;nwIAAGRycy9kb3ducmV2LnhtbFBLBQYAAAAABAAEAPcAAACQAwAAAAA=&#10;">
                  <v:imagedata r:id="rId8" o:title=""/>
                  <v:path arrowok="t"/>
                </v:shape>
                <w10:wrap anchorx="margin" anchory="margin"/>
              </v:group>
            </w:pict>
          </mc:Fallback>
        </mc:AlternateContent>
      </w:r>
      <w:r>
        <w:br w:type="page"/>
      </w:r>
    </w:p>
    <w:tbl>
      <w:tblPr>
        <w:tblW w:w="8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ard layout for two cards per page"/>
      </w:tblPr>
      <w:tblGrid>
        <w:gridCol w:w="432"/>
        <w:gridCol w:w="6408"/>
        <w:gridCol w:w="1800"/>
      </w:tblGrid>
      <w:tr w:rsidR="007F2C57">
        <w:trPr>
          <w:trHeight w:hRule="exact" w:val="144"/>
        </w:trPr>
        <w:tc>
          <w:tcPr>
            <w:tcW w:w="432" w:type="dxa"/>
          </w:tcPr>
          <w:p w:rsidR="007F2C57" w:rsidRDefault="007F2C57"/>
        </w:tc>
        <w:tc>
          <w:tcPr>
            <w:tcW w:w="6408" w:type="dxa"/>
          </w:tcPr>
          <w:p w:rsidR="007F2C57" w:rsidRDefault="007F2C57"/>
        </w:tc>
        <w:tc>
          <w:tcPr>
            <w:tcW w:w="1800" w:type="dxa"/>
          </w:tcPr>
          <w:p w:rsidR="007F2C57" w:rsidRDefault="007F2C57"/>
        </w:tc>
      </w:tr>
      <w:tr w:rsidR="007F2C57">
        <w:trPr>
          <w:trHeight w:hRule="exact" w:val="5472"/>
        </w:trPr>
        <w:tc>
          <w:tcPr>
            <w:tcW w:w="432" w:type="dxa"/>
          </w:tcPr>
          <w:p w:rsidR="007F2C57" w:rsidRDefault="007F2C57"/>
        </w:tc>
        <w:tc>
          <w:tcPr>
            <w:tcW w:w="6408" w:type="dxa"/>
          </w:tcPr>
          <w:tbl>
            <w:tblPr>
              <w:tblStyle w:val="RecipeCardLines"/>
              <w:tblW w:w="5000" w:type="pct"/>
              <w:tblLook w:val="04A0" w:firstRow="1" w:lastRow="0" w:firstColumn="1" w:lastColumn="0" w:noHBand="0" w:noVBand="1"/>
              <w:tblDescription w:val="Recipe text area"/>
            </w:tblPr>
            <w:tblGrid>
              <w:gridCol w:w="6408"/>
            </w:tblGrid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/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/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/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/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/>
              </w:tc>
            </w:tr>
          </w:tbl>
          <w:p w:rsidR="007F2C57" w:rsidRDefault="007F2C57"/>
        </w:tc>
        <w:tc>
          <w:tcPr>
            <w:tcW w:w="1800" w:type="dxa"/>
          </w:tcPr>
          <w:p w:rsidR="007F2C57" w:rsidRDefault="007F2C57"/>
        </w:tc>
      </w:tr>
      <w:tr w:rsidR="007F2C57">
        <w:trPr>
          <w:trHeight w:hRule="exact" w:val="144"/>
        </w:trPr>
        <w:tc>
          <w:tcPr>
            <w:tcW w:w="432" w:type="dxa"/>
          </w:tcPr>
          <w:p w:rsidR="007F2C57" w:rsidRDefault="007F2C57"/>
        </w:tc>
        <w:tc>
          <w:tcPr>
            <w:tcW w:w="6408" w:type="dxa"/>
          </w:tcPr>
          <w:p w:rsidR="007F2C57" w:rsidRDefault="007F2C57"/>
        </w:tc>
        <w:tc>
          <w:tcPr>
            <w:tcW w:w="1800" w:type="dxa"/>
          </w:tcPr>
          <w:p w:rsidR="007F2C57" w:rsidRDefault="007F2C57"/>
        </w:tc>
      </w:tr>
      <w:tr w:rsidR="007F2C57">
        <w:trPr>
          <w:trHeight w:hRule="exact" w:val="720"/>
        </w:trPr>
        <w:tc>
          <w:tcPr>
            <w:tcW w:w="432" w:type="dxa"/>
          </w:tcPr>
          <w:p w:rsidR="007F2C57" w:rsidRDefault="007F2C57"/>
        </w:tc>
        <w:tc>
          <w:tcPr>
            <w:tcW w:w="6408" w:type="dxa"/>
          </w:tcPr>
          <w:p w:rsidR="007F2C57" w:rsidRDefault="007F2C57"/>
        </w:tc>
        <w:tc>
          <w:tcPr>
            <w:tcW w:w="1800" w:type="dxa"/>
          </w:tcPr>
          <w:p w:rsidR="007F2C57" w:rsidRDefault="007F2C57"/>
        </w:tc>
      </w:tr>
      <w:tr w:rsidR="007F2C57">
        <w:trPr>
          <w:trHeight w:hRule="exact" w:val="144"/>
        </w:trPr>
        <w:tc>
          <w:tcPr>
            <w:tcW w:w="432" w:type="dxa"/>
          </w:tcPr>
          <w:p w:rsidR="007F2C57" w:rsidRDefault="007F2C57"/>
        </w:tc>
        <w:tc>
          <w:tcPr>
            <w:tcW w:w="6408" w:type="dxa"/>
          </w:tcPr>
          <w:p w:rsidR="007F2C57" w:rsidRDefault="007F2C57"/>
        </w:tc>
        <w:tc>
          <w:tcPr>
            <w:tcW w:w="1800" w:type="dxa"/>
          </w:tcPr>
          <w:p w:rsidR="007F2C57" w:rsidRDefault="007F2C57"/>
        </w:tc>
      </w:tr>
      <w:tr w:rsidR="007F2C57">
        <w:trPr>
          <w:trHeight w:hRule="exact" w:val="5472"/>
        </w:trPr>
        <w:tc>
          <w:tcPr>
            <w:tcW w:w="432" w:type="dxa"/>
          </w:tcPr>
          <w:p w:rsidR="007F2C57" w:rsidRDefault="007F2C57"/>
        </w:tc>
        <w:tc>
          <w:tcPr>
            <w:tcW w:w="6408" w:type="dxa"/>
          </w:tcPr>
          <w:tbl>
            <w:tblPr>
              <w:tblStyle w:val="RecipeCardLines"/>
              <w:tblW w:w="5000" w:type="pct"/>
              <w:tblLook w:val="04A0" w:firstRow="1" w:lastRow="0" w:firstColumn="1" w:lastColumn="0" w:noHBand="0" w:noVBand="1"/>
              <w:tblDescription w:val="Recipe text area"/>
            </w:tblPr>
            <w:tblGrid>
              <w:gridCol w:w="6408"/>
            </w:tblGrid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  <w:vAlign w:val="center"/>
                </w:tcPr>
                <w:p w:rsidR="007F2C57" w:rsidRDefault="007F2C57">
                  <w:pPr>
                    <w:spacing w:before="30" w:after="3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  <w:tr w:rsidR="007F2C57">
              <w:trPr>
                <w:trHeight w:hRule="exact" w:val="360"/>
              </w:trPr>
              <w:tc>
                <w:tcPr>
                  <w:tcW w:w="5000" w:type="pct"/>
                </w:tcPr>
                <w:p w:rsidR="007F2C57" w:rsidRDefault="007F2C57">
                  <w:pPr>
                    <w:spacing w:before="80" w:after="80"/>
                  </w:pPr>
                </w:p>
              </w:tc>
            </w:tr>
          </w:tbl>
          <w:p w:rsidR="007F2C57" w:rsidRDefault="007F2C57"/>
        </w:tc>
        <w:tc>
          <w:tcPr>
            <w:tcW w:w="1800" w:type="dxa"/>
          </w:tcPr>
          <w:p w:rsidR="007F2C57" w:rsidRDefault="007F2C57"/>
        </w:tc>
      </w:tr>
      <w:tr w:rsidR="007F2C57">
        <w:trPr>
          <w:trHeight w:hRule="exact" w:val="144"/>
        </w:trPr>
        <w:tc>
          <w:tcPr>
            <w:tcW w:w="432" w:type="dxa"/>
          </w:tcPr>
          <w:p w:rsidR="007F2C57" w:rsidRDefault="007F2C57"/>
        </w:tc>
        <w:tc>
          <w:tcPr>
            <w:tcW w:w="6408" w:type="dxa"/>
          </w:tcPr>
          <w:p w:rsidR="007F2C57" w:rsidRDefault="007F2C57"/>
        </w:tc>
        <w:tc>
          <w:tcPr>
            <w:tcW w:w="1800" w:type="dxa"/>
          </w:tcPr>
          <w:p w:rsidR="007F2C57" w:rsidRDefault="007F2C57"/>
        </w:tc>
      </w:tr>
    </w:tbl>
    <w:p w:rsidR="007F2C57" w:rsidRDefault="00830F1B">
      <w:r>
        <w:rPr>
          <w:noProof/>
          <w:lang w:eastAsia="en-US" w:bidi="bn-BD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772400" cy="10058400"/>
                <wp:effectExtent l="0" t="0" r="19050" b="19050"/>
                <wp:wrapNone/>
                <wp:docPr id="14" name="cut line guides" descr="Cut line guide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>
                            <a:off x="1143000" y="0"/>
                            <a:ext cx="0" cy="10058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6610350" y="0"/>
                            <a:ext cx="0" cy="10058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0" y="11430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0" y="48006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0" y="52578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0" y="89154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1EB7A" id="cut line guides" o:spid="_x0000_s1026" alt="Cut line guides" style="position:absolute;margin-left:0;margin-top:0;width:612pt;height:11in;z-index:-251642880;mso-position-horizontal:left;mso-position-horizontal-relative:page;mso-position-vertical:top;mso-position-vertical-relative:page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">
                <v:line id="Straight Connector 15" o:spid="_x0000_s1027" style="position:absolute;visibility:visible;mso-wrap-style:square" from="11430,0" to="11430,100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2Sb8AAAADbAAAADwAAAGRycy9kb3ducmV2LnhtbERP32vCMBB+F/wfwgm+aapgkc4oIgiK&#10;4Fgr+HpLbm1ZcylN1Lq/fhkMfLuP7+etNr1txJ06XztWMJsmIIi1MzWXCi7FfrIE4QOywcYxKXiS&#10;h816OFhhZtyDP+ieh1LEEPYZKqhCaDMpva7Iop+6ljhyX66zGCLsSmk6fMRw28h5kqTSYs2xocKW&#10;dhXp7/xmFZzSNpXn8OOu759FmfdOH4uFVmo86rdvIAL14SX+dx9MnL+Av1/iAXL9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V9km/AAAAA2wAAAA8AAAAAAAAAAAAAAAAA&#10;oQIAAGRycy9kb3ducmV2LnhtbFBLBQYAAAAABAAEAPkAAACOAwAAAAA=&#10;" strokecolor="#f9e5b8 [1304]" strokeweight=".5pt">
                  <v:stroke dashstyle="dash" joinstyle="miter"/>
                </v:line>
                <v:line id="Straight Connector 16" o:spid="_x0000_s1028" style="position:absolute;visibility:visible;mso-wrap-style:square" from="66103,0" to="66103,100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8MGMEAAADbAAAADwAAAGRycy9kb3ducmV2LnhtbERP32vCMBB+F/wfwgl709TBilRjGYKg&#10;CI61gq+35NaWNZfSZLXur18GA9/u4/t5m3y0rRio941jBctFAoJYO9NwpeBS7ucrED4gG2wdk4I7&#10;eci308kGM+Nu/E5DESoRQ9hnqKAOocuk9Lomi37hOuLIfbreYoiwr6Tp8RbDbSufkySVFhuODTV2&#10;tKtJfxXfVsEp7VJ5Dj/u+vZRVsXo9LF80Uo9zcbXNYhAY3iI/90HE+en8PdLPEB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rwwYwQAAANsAAAAPAAAAAAAAAAAAAAAA&#10;AKECAABkcnMvZG93bnJldi54bWxQSwUGAAAAAAQABAD5AAAAjwMAAAAA&#10;" strokecolor="#f9e5b8 [1304]" strokeweight=".5pt">
                  <v:stroke dashstyle="dash" joinstyle="miter"/>
                </v:line>
                <v:line id="Straight Connector 17" o:spid="_x0000_s1029" style="position:absolute;visibility:visible;mso-wrap-style:square" from="0,11430" to="77724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Opg8EAAADbAAAADwAAAGRycy9kb3ducmV2LnhtbERP32vCMBB+H/g/hBN8m6mCnXRGEUFQ&#10;BpO1gq+35NaWNZfSRO321xtB8O0+vp+3WPW2ERfqfO1YwWScgCDWztRcKjgW29c5CB+QDTaOScEf&#10;eVgtBy8LzIy78hdd8lCKGMI+QwVVCG0mpdcVWfRj1xJH7sd1FkOEXSlNh9cYbhs5TZJUWqw5NlTY&#10;0qYi/ZufrYKPtE3lZ/h3p8N3Uea90/tippUaDfv1O4hAfXiKH+6difPf4P5LPEA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46mDwQAAANsAAAAPAAAAAAAAAAAAAAAA&#10;AKECAABkcnMvZG93bnJldi54bWxQSwUGAAAAAAQABAD5AAAAjwMAAAAA&#10;" strokecolor="#f9e5b8 [1304]" strokeweight=".5pt">
                  <v:stroke dashstyle="dash" joinstyle="miter"/>
                </v:line>
                <v:line id="Straight Connector 18" o:spid="_x0000_s1030" style="position:absolute;visibility:visible;mso-wrap-style:square" from="0,48006" to="77724,48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w98cQAAADbAAAADwAAAGRycy9kb3ducmV2LnhtbESPQWvCQBCF7wX/wzJCb3VjwVCiq4gg&#10;tAiWJoVex90xCWZnQ3arqb++cyj0NsN78943q83oO3WlIbaBDcxnGShiG1zLtYHPav/0AiomZIdd&#10;YDLwQxE268nDCgsXbvxB1zLVSkI4FmigSakvtI62IY9xFnpi0c5h8JhkHWrtBrxJuO/0c5bl2mPL&#10;0tBgT7uG7KX89gYOeZ/rY7qHr/dTVZdjsG/VwhrzOB23S1CJxvRv/rt+dYIvsPKLDK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fD3xxAAAANsAAAAPAAAAAAAAAAAA&#10;AAAAAKECAABkcnMvZG93bnJldi54bWxQSwUGAAAAAAQABAD5AAAAkgMAAAAA&#10;" strokecolor="#f9e5b8 [1304]" strokeweight=".5pt">
                  <v:stroke dashstyle="dash" joinstyle="miter"/>
                </v:line>
                <v:line id="Straight Connector 19" o:spid="_x0000_s1031" style="position:absolute;visibility:visible;mso-wrap-style:square" from="0,52578" to="77724,52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CYasEAAADbAAAADwAAAGRycy9kb3ducmV2LnhtbERP32vCMBB+H/g/hBN8m6mCZXZGEUFQ&#10;BpO1gq+35NaWNZfSRO321xtB8O0+vp+3WPW2ERfqfO1YwWScgCDWztRcKjgW29c3ED4gG2wck4I/&#10;8rBaDl4WmBl35S+65KEUMYR9hgqqENpMSq8rsujHriWO3I/rLIYIu1KaDq8x3DZymiSptFhzbKiw&#10;pU1F+jc/WwUfaZvKz/DvTofvosx7p/fFTCs1GvbrdxCB+vAUP9w7E+fP4f5LPEA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MJhqwQAAANsAAAAPAAAAAAAAAAAAAAAA&#10;AKECAABkcnMvZG93bnJldi54bWxQSwUGAAAAAAQABAD5AAAAjwMAAAAA&#10;" strokecolor="#f9e5b8 [1304]" strokeweight=".5pt">
                  <v:stroke dashstyle="dash" joinstyle="miter"/>
                </v:line>
                <v:line id="Straight Connector 20" o:spid="_x0000_s1032" style="position:absolute;visibility:visible;mso-wrap-style:square" from="0,89154" to="77724,8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b7Sr8AAADbAAAADwAAAGRycy9kb3ducmV2LnhtbERPTYvCMBC9L/gfwgje1lTBItUoiyAo&#10;gout4HU2mW3LNpPSRK3++s1B8Ph438t1bxtxo87XjhVMxgkIYu1MzaWCc7H9nIPwAdlg45gUPMjD&#10;ejX4WGJm3J1PdMtDKWII+wwVVCG0mZReV2TRj11LHLlf11kMEXalNB3eY7ht5DRJUmmx5thQYUub&#10;ivRffrUKDmmbymN4usv3T1HmvdP7YqaVGg37rwWIQH14i1/unVEwjevjl/gD5O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2b7Sr8AAADbAAAADwAAAAAAAAAAAAAAAACh&#10;AgAAZHJzL2Rvd25yZXYueG1sUEsFBgAAAAAEAAQA+QAAAI0DAAAAAA==&#10;" strokecolor="#f9e5b8 [1304]" strokeweight=".5pt">
                  <v:stroke dashstyle="dash" joinstyle="miter"/>
                </v:line>
                <w10:wrap anchorx="page" anchory="page"/>
              </v:group>
            </w:pict>
          </mc:Fallback>
        </mc:AlternateContent>
      </w:r>
      <w:r>
        <w:rPr>
          <w:noProof/>
          <w:lang w:eastAsia="en-US" w:bidi="bn-BD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5751830</wp:posOffset>
                </wp:positionH>
                <wp:positionV relativeFrom="page">
                  <wp:align>center</wp:align>
                </wp:positionV>
                <wp:extent cx="786384" cy="7141464"/>
                <wp:effectExtent l="0" t="0" r="0" b="2540"/>
                <wp:wrapNone/>
                <wp:docPr id="1" name="Group 4" descr="Varied background design elements showing candy canes, holly, and Christmas tree ornament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786384" cy="7141464"/>
                          <a:chOff x="0" y="0"/>
                          <a:chExt cx="783338" cy="7140975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38" cy="29961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4677" y="4175265"/>
                            <a:ext cx="633985" cy="29657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711E68" id="Group 4" o:spid="_x0000_s1026" alt="Varied background design elements showing candy canes, holly, and Christmas tree ornaments" style="position:absolute;margin-left:452.9pt;margin-top:0;width:61.9pt;height:562.3pt;z-index:-251656192;mso-position-horizontal-relative:page;mso-position-vertical:center;mso-position-vertical-relative:page;mso-width-relative:margin;mso-height-relative:margin" coordsize="7833,714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">
                <o:lock v:ext="edit" aspectratio="t"/>
                <v:shape id="Picture 4" o:spid="_x0000_s1027" type="#_x0000_t75" style="position:absolute;width:7833;height:299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7Isey/AAAA2gAAAA8AAABkcnMvZG93bnJldi54bWxET8uKwjAU3Qv+Q7iCG9FEcQapRhEHQcHN&#10;+Fi4uzTXttjclCaj1a83gjDLw3nPFo0txY1qXzjWMBwoEMSpMwVnGo6HdX8Cwgdkg6Vj0vAgD4t5&#10;uzXDxLg7/9JtHzIRQ9gnqCEPoUqk9GlOFv3AVcSRu7jaYoiwzqSp8R7DbSlHSn1LiwXHhhwrWuWU&#10;Xvd/VkOKX4fd9myeq1JJ9WMmy1Mv7tHdTrOcggjUhH/xx70xGsbwvhJvgJy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OyLHsvwAAANoAAAAPAAAAAAAAAAAAAAAAAJ8CAABk&#10;cnMvZG93bnJldi54bWxQSwUGAAAAAAQABAD3AAAAiwMAAAAA&#10;">
                  <v:imagedata r:id="rId11" o:title=""/>
                  <v:path arrowok="t"/>
                </v:shape>
                <v:shape id="Picture 5" o:spid="_x0000_s1028" type="#_x0000_t75" style="position:absolute;left:746;top:41752;width:6340;height:296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dAT3CAAAA2gAAAA8AAABkcnMvZG93bnJldi54bWxEj0+LwjAUxO+C3yE8YW+a6lKRaloWQfS2&#10;/mPZ47N5tmWbl9Kk2v32RhA8DjPzG2aV9aYWN2pdZVnBdBKBIM6trrhQcD5txgsQziNrrC2Tgn9y&#10;kKXDwQoTbe98oNvRFyJA2CWooPS+SaR0eUkG3cQ2xMG72tagD7ItpG7xHuCmlrMomkuDFYeFEhta&#10;l5T/HTujoKh/uvV19rmNo72Zx5fONqfvX6U+Rv3XEoSn3r/Dr/ZOK4jheSXcAJk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nQE9wgAAANoAAAAPAAAAAAAAAAAAAAAAAJ8C&#10;AABkcnMvZG93bnJldi54bWxQSwUGAAAAAAQABAD3AAAAjgMAAAAA&#10;">
                  <v:imagedata r:id="rId12" o:title=""/>
                  <v:path arrowok="t"/>
                </v:shape>
                <w10:wrap anchorx="page" anchory="page"/>
              </v:group>
            </w:pict>
          </mc:Fallback>
        </mc:AlternateContent>
      </w:r>
    </w:p>
    <w:sectPr w:rsidR="007F2C57">
      <w:pgSz w:w="12240" w:h="15840"/>
      <w:pgMar w:top="180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F1B"/>
    <w:rsid w:val="007F2C57"/>
    <w:rsid w:val="0083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5B6C0-DB62-43F0-ADE2-451D3AEF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DD5949" w:themeColor="accent1"/>
        <w:sz w:val="18"/>
        <w:szCs w:val="18"/>
        <w:lang w:val="en-US" w:eastAsia="ja-JP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cipeCardLines">
    <w:name w:val="Recipe Card Lines"/>
    <w:basedOn w:val="TableNormal"/>
    <w:uiPriority w:val="99"/>
    <w:pPr>
      <w:spacing w:before="0" w:after="0"/>
    </w:pPr>
    <w:tblPr>
      <w:tblInd w:w="0" w:type="dxa"/>
      <w:tblBorders>
        <w:bottom w:val="dashed" w:sz="4" w:space="0" w:color="D9D9D9" w:themeColor="background1" w:themeShade="D9"/>
        <w:insideH w:val="dashed" w:sz="4" w:space="0" w:color="D9D9D9" w:themeColor="background1" w:themeShade="D9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2"/>
    <w:qFormat/>
    <w:pPr>
      <w:spacing w:before="0" w:after="120"/>
      <w:contextualSpacing/>
    </w:pPr>
    <w:rPr>
      <w:rFonts w:asciiTheme="majorHAnsi" w:eastAsiaTheme="majorEastAsia" w:hAnsiTheme="majorHAnsi" w:cstheme="majorBidi"/>
      <w:color w:val="6D332F" w:themeColor="text2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6D332F" w:themeColor="text2"/>
      <w:kern w:val="28"/>
      <w:sz w:val="40"/>
      <w:szCs w:val="4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TitleAlt">
    <w:name w:val="Title Alt."/>
    <w:basedOn w:val="Title"/>
    <w:uiPriority w:val="2"/>
    <w:qFormat/>
    <w:pPr>
      <w:spacing w:after="0"/>
      <w:contextualSpacing w:val="0"/>
    </w:pPr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je\AppData\Roaming\Microsoft\Templates\Recipe%20cards%20(Christmas%20Spirit%20design,%202%20per%20pag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EC7AEF8C4AB41A09CF950884F014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30961-410A-420C-9B04-16D5E3DF8D24}"/>
      </w:docPartPr>
      <w:docPartBody>
        <w:p w:rsidR="00000000" w:rsidRDefault="008E5FCE">
          <w:pPr>
            <w:pStyle w:val="0EC7AEF8C4AB41A09CF950884F0145FA"/>
          </w:pPr>
          <w:r>
            <w:t>[Recipe Name]</w:t>
          </w:r>
        </w:p>
      </w:docPartBody>
    </w:docPart>
    <w:docPart>
      <w:docPartPr>
        <w:name w:val="BAB4D4728F5D43B3BDE94C877E8EE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93541B-21EC-4220-A5D1-65697DAFDBB5}"/>
      </w:docPartPr>
      <w:docPartBody>
        <w:p w:rsidR="00000000" w:rsidRDefault="008E5FCE">
          <w:pPr>
            <w:pStyle w:val="BAB4D4728F5D43B3BDE94C877E8EEC76"/>
          </w:pPr>
          <w:r>
            <w:t>Ready to put your incredible recipes in print?</w:t>
          </w:r>
        </w:p>
      </w:docPartBody>
    </w:docPart>
    <w:docPart>
      <w:docPartPr>
        <w:name w:val="C0A06B78AE764F7BB7474FB9F86B8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A1B03-6A4D-4613-84B3-9368B11EC3AC}"/>
      </w:docPartPr>
      <w:docPartBody>
        <w:p w:rsidR="00000000" w:rsidRDefault="008E5FCE">
          <w:pPr>
            <w:pStyle w:val="C0A06B78AE764F7BB7474FB9F86B87CB"/>
          </w:pPr>
          <w:r>
            <w:t>Just click above any dashed line and start typing.</w:t>
          </w:r>
        </w:p>
      </w:docPartBody>
    </w:docPart>
    <w:docPart>
      <w:docPartPr>
        <w:name w:val="643DEB6FEE0B4B89969A07AF6EE4C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F6282-EFD0-4B00-933C-6C2D3679FE6A}"/>
      </w:docPartPr>
      <w:docPartBody>
        <w:p w:rsidR="00000000" w:rsidRDefault="008E5FCE">
          <w:pPr>
            <w:pStyle w:val="643DEB6FEE0B4B89969A07AF6EE4CAC9"/>
          </w:pPr>
          <w:r>
            <w:t>To move to a new line, press the down arrow key.</w:t>
          </w:r>
        </w:p>
      </w:docPartBody>
    </w:docPart>
    <w:docPart>
      <w:docPartPr>
        <w:name w:val="69E5BE8655C34BF9B1DD336A2FA84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3282B-864F-405B-BDF6-4CEC5BEC4241}"/>
      </w:docPartPr>
      <w:docPartBody>
        <w:p w:rsidR="00000000" w:rsidRDefault="008E5FCE">
          <w:pPr>
            <w:pStyle w:val="69E5BE8655C34BF9B1DD336A2FA84A4B"/>
          </w:pPr>
          <w:r>
            <w:t>To delete any placeholder (like this one) just click it and type.</w:t>
          </w:r>
        </w:p>
      </w:docPartBody>
    </w:docPart>
    <w:docPart>
      <w:docPartPr>
        <w:name w:val="388FE9D53AC742178B1C0B2C93958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91604-B93A-4F00-8B2A-074D2425009B}"/>
      </w:docPartPr>
      <w:docPartBody>
        <w:p w:rsidR="00000000" w:rsidRDefault="008E5FCE">
          <w:pPr>
            <w:pStyle w:val="388FE9D53AC742178B1C0B2C9395827B"/>
          </w:pPr>
          <w:r>
            <w:t>[Year]</w:t>
          </w:r>
        </w:p>
      </w:docPartBody>
    </w:docPart>
    <w:docPart>
      <w:docPartPr>
        <w:name w:val="60620671F6B04465819B75F36E9AD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609FE-D3CD-4C87-838F-3FC9D508B5CA}"/>
      </w:docPartPr>
      <w:docPartBody>
        <w:p w:rsidR="00000000" w:rsidRDefault="008E5FCE">
          <w:pPr>
            <w:pStyle w:val="60620671F6B04465819B75F36E9ADD1A"/>
          </w:pPr>
          <w:r>
            <w:t>[Recipe Author]</w:t>
          </w:r>
        </w:p>
      </w:docPartBody>
    </w:docPart>
    <w:docPart>
      <w:docPartPr>
        <w:name w:val="31F3680F82384E9EB30E8B0DA04FE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5436-EACD-42BA-8803-AA623DC82933}"/>
      </w:docPartPr>
      <w:docPartBody>
        <w:p w:rsidR="00000000" w:rsidRDefault="008E5FCE">
          <w:pPr>
            <w:pStyle w:val="31F3680F82384E9EB30E8B0DA04FE7A4"/>
          </w:pPr>
          <w:r>
            <w:t xml:space="preserve">You </w:t>
          </w:r>
          <w:r>
            <w:t>can print these recipe cards two-sided or one-sided.</w:t>
          </w:r>
        </w:p>
      </w:docPartBody>
    </w:docPart>
    <w:docPart>
      <w:docPartPr>
        <w:name w:val="DC65D62E7B734C90871A248A5C474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196CE-7BDC-4198-998B-9A1595924415}"/>
      </w:docPartPr>
      <w:docPartBody>
        <w:p w:rsidR="00000000" w:rsidRDefault="008E5FCE">
          <w:pPr>
            <w:pStyle w:val="DC65D62E7B734C90871A248A5C474B62"/>
          </w:pPr>
          <w:r>
            <w:t>For two-sided printing, click File and then click Print.</w:t>
          </w:r>
        </w:p>
      </w:docPartBody>
    </w:docPart>
    <w:docPart>
      <w:docPartPr>
        <w:name w:val="72A165F0887946AE93D144FE5DA66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F3ACE-B0F3-4864-AF22-DBDF7CD58AE2}"/>
      </w:docPartPr>
      <w:docPartBody>
        <w:p w:rsidR="00000000" w:rsidRDefault="008E5FCE">
          <w:pPr>
            <w:pStyle w:val="72A165F0887946AE93D144FE5DA66EF7"/>
          </w:pPr>
          <w:r>
            <w:t xml:space="preserve">Under the option that defaults to Print One Sided, select a </w:t>
          </w:r>
        </w:p>
      </w:docPartBody>
    </w:docPart>
    <w:docPart>
      <w:docPartPr>
        <w:name w:val="3EC4B9B2976E4AC68A2B942AF0240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17F6C-2F59-4C34-9FBB-F3CDE073740D}"/>
      </w:docPartPr>
      <w:docPartBody>
        <w:p w:rsidR="00000000" w:rsidRDefault="008E5FCE">
          <w:pPr>
            <w:pStyle w:val="3EC4B9B2976E4AC68A2B942AF0240030"/>
          </w:pPr>
          <w:r>
            <w:t>two-sided print setting. (Print options vary by printer.)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CE"/>
    <w:rsid w:val="008E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C7AEF8C4AB41A09CF950884F0145FA">
    <w:name w:val="0EC7AEF8C4AB41A09CF950884F0145FA"/>
  </w:style>
  <w:style w:type="paragraph" w:customStyle="1" w:styleId="BAB4D4728F5D43B3BDE94C877E8EEC76">
    <w:name w:val="BAB4D4728F5D43B3BDE94C877E8EEC76"/>
  </w:style>
  <w:style w:type="paragraph" w:customStyle="1" w:styleId="C0A06B78AE764F7BB7474FB9F86B87CB">
    <w:name w:val="C0A06B78AE764F7BB7474FB9F86B87CB"/>
  </w:style>
  <w:style w:type="paragraph" w:customStyle="1" w:styleId="643DEB6FEE0B4B89969A07AF6EE4CAC9">
    <w:name w:val="643DEB6FEE0B4B89969A07AF6EE4CAC9"/>
  </w:style>
  <w:style w:type="paragraph" w:customStyle="1" w:styleId="69E5BE8655C34BF9B1DD336A2FA84A4B">
    <w:name w:val="69E5BE8655C34BF9B1DD336A2FA84A4B"/>
  </w:style>
  <w:style w:type="paragraph" w:customStyle="1" w:styleId="388FE9D53AC742178B1C0B2C9395827B">
    <w:name w:val="388FE9D53AC742178B1C0B2C9395827B"/>
  </w:style>
  <w:style w:type="paragraph" w:customStyle="1" w:styleId="60620671F6B04465819B75F36E9ADD1A">
    <w:name w:val="60620671F6B04465819B75F36E9ADD1A"/>
  </w:style>
  <w:style w:type="paragraph" w:customStyle="1" w:styleId="31F3680F82384E9EB30E8B0DA04FE7A4">
    <w:name w:val="31F3680F82384E9EB30E8B0DA04FE7A4"/>
  </w:style>
  <w:style w:type="paragraph" w:customStyle="1" w:styleId="DC65D62E7B734C90871A248A5C474B62">
    <w:name w:val="DC65D62E7B734C90871A248A5C474B62"/>
  </w:style>
  <w:style w:type="paragraph" w:customStyle="1" w:styleId="72A165F0887946AE93D144FE5DA66EF7">
    <w:name w:val="72A165F0887946AE93D144FE5DA66EF7"/>
  </w:style>
  <w:style w:type="paragraph" w:customStyle="1" w:styleId="3EC4B9B2976E4AC68A2B942AF0240030">
    <w:name w:val="3EC4B9B2976E4AC68A2B942AF02400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hristmas Set">
      <a:dk1>
        <a:sysClr val="windowText" lastClr="000000"/>
      </a:dk1>
      <a:lt1>
        <a:sysClr val="window" lastClr="FFFFFF"/>
      </a:lt1>
      <a:dk2>
        <a:srgbClr val="6D332F"/>
      </a:dk2>
      <a:lt2>
        <a:srgbClr val="FCF5E3"/>
      </a:lt2>
      <a:accent1>
        <a:srgbClr val="DD5949"/>
      </a:accent1>
      <a:accent2>
        <a:srgbClr val="3EA3CB"/>
      </a:accent2>
      <a:accent3>
        <a:srgbClr val="79A342"/>
      </a:accent3>
      <a:accent4>
        <a:srgbClr val="E28F41"/>
      </a:accent4>
      <a:accent5>
        <a:srgbClr val="F1BF50"/>
      </a:accent5>
      <a:accent6>
        <a:srgbClr val="927961"/>
      </a:accent6>
      <a:hlink>
        <a:srgbClr val="DD5949"/>
      </a:hlink>
      <a:folHlink>
        <a:srgbClr val="927961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E8C8F6E-FE14-4F42-BE7E-3F4B999C37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Recipe cards (Christmas Spirit design, 2 per page).dotx</Template>
  <TotalTime>0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1</cp:revision>
  <dcterms:created xsi:type="dcterms:W3CDTF">2020-05-17T14:46:00Z</dcterms:created>
  <dcterms:modified xsi:type="dcterms:W3CDTF">2020-05-17T14:46:00Z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TC039566039991</vt:lpwstr>
  </property>
</Properties>
</file>