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10A" w:rsidRDefault="00FD610A">
      <w:pPr>
        <w:rPr>
          <w:rFonts w:ascii="Calibri" w:eastAsia="Times New Roman" w:hAnsi="Calibri" w:cs="Times New Roman"/>
          <w:noProof/>
          <w:color w:val="000000"/>
        </w:rPr>
      </w:pPr>
      <w:bookmarkStart w:id="0" w:name="_GoBack"/>
      <w:bookmarkEnd w:id="0"/>
      <w:r w:rsidRPr="00F46546">
        <w:rPr>
          <w:rFonts w:ascii="Century Gothic" w:eastAsia="Times New Roman" w:hAnsi="Century Gothic" w:cs="Times New Roman"/>
          <w:b/>
          <w:bCs/>
          <w:color w:val="1A4A5E"/>
          <w:sz w:val="44"/>
          <w:szCs w:val="44"/>
        </w:rPr>
        <w:t>ROOT CAUSE ANALYSIS REPORT</w:t>
      </w:r>
      <w:r>
        <w:rPr>
          <w:rFonts w:ascii="Calibri" w:eastAsia="Times New Roman" w:hAnsi="Calibri" w:cs="Times New Roman"/>
          <w:noProof/>
          <w:color w:val="000000"/>
        </w:rPr>
        <w:t xml:space="preserve"> </w:t>
      </w:r>
    </w:p>
    <w:p w:rsidR="00FD610A" w:rsidRDefault="00FD610A">
      <w:pPr>
        <w:rPr>
          <w:rFonts w:ascii="Calibri" w:eastAsia="Times New Roman" w:hAnsi="Calibri" w:cs="Times New Roman"/>
          <w:noProof/>
          <w:color w:val="000000"/>
        </w:rPr>
      </w:pPr>
    </w:p>
    <w:p w:rsidR="00FD610A" w:rsidRDefault="00FD610A">
      <w:pPr>
        <w:rPr>
          <w:rFonts w:ascii="Calibri" w:eastAsia="Times New Roman" w:hAnsi="Calibri" w:cs="Times New Roman"/>
          <w:noProof/>
          <w:color w:val="000000"/>
        </w:rPr>
      </w:pPr>
    </w:p>
    <w:p w:rsidR="00FD610A" w:rsidRDefault="00FD610A"/>
    <w:tbl>
      <w:tblPr>
        <w:tblW w:w="14508" w:type="dxa"/>
        <w:tblInd w:w="108" w:type="dxa"/>
        <w:tblLook w:val="04A0" w:firstRow="1" w:lastRow="0" w:firstColumn="1" w:lastColumn="0" w:noHBand="0" w:noVBand="1"/>
      </w:tblPr>
      <w:tblGrid>
        <w:gridCol w:w="5256"/>
        <w:gridCol w:w="4158"/>
        <w:gridCol w:w="5094"/>
      </w:tblGrid>
      <w:tr w:rsidR="00F46546" w:rsidRPr="00F46546" w:rsidTr="005C03CF">
        <w:trPr>
          <w:trHeight w:val="480"/>
        </w:trPr>
        <w:tc>
          <w:tcPr>
            <w:tcW w:w="1450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1A4A5E"/>
            <w:noWrap/>
            <w:vAlign w:val="center"/>
            <w:hideMark/>
          </w:tcPr>
          <w:p w:rsidR="00F46546" w:rsidRPr="00F46546" w:rsidRDefault="00F46546" w:rsidP="00F46546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FFFFFF"/>
              </w:rPr>
              <w:t>ORGANIZATION</w:t>
            </w:r>
          </w:p>
        </w:tc>
      </w:tr>
      <w:tr w:rsidR="00F46546" w:rsidRPr="00F46546" w:rsidTr="00DD002A">
        <w:trPr>
          <w:trHeight w:val="480"/>
        </w:trPr>
        <w:tc>
          <w:tcPr>
            <w:tcW w:w="5256" w:type="dxa"/>
            <w:tcBorders>
              <w:top w:val="nil"/>
              <w:left w:val="single" w:sz="4" w:space="0" w:color="A6A6A6"/>
              <w:bottom w:val="single" w:sz="4" w:space="0" w:color="A6A6A6"/>
              <w:right w:val="nil"/>
            </w:tcBorders>
            <w:shd w:val="clear" w:color="000000" w:fill="D3EBF3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  <w:t>AGENCY</w:t>
            </w:r>
          </w:p>
        </w:tc>
        <w:tc>
          <w:tcPr>
            <w:tcW w:w="9252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6546" w:rsidRPr="00F46546" w:rsidTr="00DD002A">
        <w:trPr>
          <w:trHeight w:val="480"/>
        </w:trPr>
        <w:tc>
          <w:tcPr>
            <w:tcW w:w="5256" w:type="dxa"/>
            <w:tcBorders>
              <w:top w:val="nil"/>
              <w:left w:val="single" w:sz="4" w:space="0" w:color="A6A6A6"/>
              <w:bottom w:val="single" w:sz="4" w:space="0" w:color="A6A6A6"/>
              <w:right w:val="nil"/>
            </w:tcBorders>
            <w:shd w:val="clear" w:color="000000" w:fill="A9D6E7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  <w:t>REFERENCE NUMBER</w:t>
            </w:r>
          </w:p>
        </w:tc>
        <w:tc>
          <w:tcPr>
            <w:tcW w:w="92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6546" w:rsidRPr="00F46546" w:rsidTr="00DD002A">
        <w:trPr>
          <w:trHeight w:val="480"/>
        </w:trPr>
        <w:tc>
          <w:tcPr>
            <w:tcW w:w="5256" w:type="dxa"/>
            <w:tcBorders>
              <w:top w:val="nil"/>
              <w:left w:val="single" w:sz="4" w:space="0" w:color="A6A6A6"/>
              <w:bottom w:val="single" w:sz="4" w:space="0" w:color="A6A6A6"/>
              <w:right w:val="nil"/>
            </w:tcBorders>
            <w:shd w:val="clear" w:color="000000" w:fill="D3EBF3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  <w:t>PROGRAM/FACILITY</w:t>
            </w:r>
          </w:p>
        </w:tc>
        <w:tc>
          <w:tcPr>
            <w:tcW w:w="9252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6546" w:rsidRPr="00F46546" w:rsidTr="00DD002A">
        <w:trPr>
          <w:trHeight w:val="480"/>
        </w:trPr>
        <w:tc>
          <w:tcPr>
            <w:tcW w:w="5256" w:type="dxa"/>
            <w:tcBorders>
              <w:top w:val="nil"/>
              <w:left w:val="single" w:sz="4" w:space="0" w:color="A6A6A6"/>
              <w:bottom w:val="single" w:sz="4" w:space="0" w:color="A6A6A6"/>
              <w:right w:val="nil"/>
            </w:tcBorders>
            <w:shd w:val="clear" w:color="000000" w:fill="A9D6E7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  <w:t>REGION</w:t>
            </w:r>
          </w:p>
        </w:tc>
        <w:tc>
          <w:tcPr>
            <w:tcW w:w="92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6546" w:rsidRPr="00F46546" w:rsidTr="00DD002A">
        <w:trPr>
          <w:trHeight w:val="480"/>
        </w:trPr>
        <w:tc>
          <w:tcPr>
            <w:tcW w:w="5256" w:type="dxa"/>
            <w:tcBorders>
              <w:top w:val="nil"/>
              <w:left w:val="single" w:sz="4" w:space="0" w:color="A6A6A6"/>
              <w:bottom w:val="nil"/>
              <w:right w:val="nil"/>
            </w:tcBorders>
            <w:shd w:val="clear" w:color="000000" w:fill="D3EBF3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  <w:t>CONSUMER ID</w:t>
            </w:r>
          </w:p>
        </w:tc>
        <w:tc>
          <w:tcPr>
            <w:tcW w:w="9252" w:type="dxa"/>
            <w:gridSpan w:val="2"/>
            <w:tcBorders>
              <w:top w:val="single" w:sz="4" w:space="0" w:color="A6A6A6"/>
              <w:left w:val="single" w:sz="4" w:space="0" w:color="A6A6A6"/>
              <w:bottom w:val="double" w:sz="6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vMerge w:val="restart"/>
            <w:tcBorders>
              <w:top w:val="double" w:sz="6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000000" w:fill="A9D6E7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  <w:t>CONSUMER DETAILS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9D6E7"/>
            <w:vAlign w:val="center"/>
            <w:hideMark/>
          </w:tcPr>
          <w:p w:rsidR="00F46546" w:rsidRPr="00F46546" w:rsidRDefault="00F46546" w:rsidP="005A6E32">
            <w:pPr>
              <w:ind w:firstLineChars="100" w:firstLine="181"/>
              <w:rPr>
                <w:rFonts w:ascii="Century Gothic" w:eastAsia="Times New Roman" w:hAnsi="Century Gothic" w:cs="Times New Roman"/>
                <w:b/>
                <w:bCs/>
                <w:color w:val="1A4A5E"/>
                <w:sz w:val="18"/>
                <w:szCs w:val="18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1A4A5E"/>
                <w:sz w:val="18"/>
                <w:szCs w:val="18"/>
              </w:rPr>
              <w:t>AGE: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9D6E7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1A4A5E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1A4A5E"/>
                <w:sz w:val="20"/>
                <w:szCs w:val="20"/>
              </w:rPr>
              <w:t> 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vMerge/>
            <w:tcBorders>
              <w:top w:val="double" w:sz="6" w:space="0" w:color="A6A6A6"/>
              <w:left w:val="single" w:sz="4" w:space="0" w:color="A6A6A6"/>
              <w:bottom w:val="nil"/>
              <w:right w:val="single" w:sz="4" w:space="0" w:color="A6A6A6"/>
            </w:tcBorders>
            <w:vAlign w:val="center"/>
            <w:hideMark/>
          </w:tcPr>
          <w:p w:rsidR="00F46546" w:rsidRPr="00F46546" w:rsidRDefault="00F46546" w:rsidP="00F46546">
            <w:pPr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9D6E7"/>
            <w:vAlign w:val="center"/>
            <w:hideMark/>
          </w:tcPr>
          <w:p w:rsidR="00F46546" w:rsidRPr="00F46546" w:rsidRDefault="00F46546" w:rsidP="005A6E32">
            <w:pPr>
              <w:ind w:firstLineChars="100" w:firstLine="181"/>
              <w:rPr>
                <w:rFonts w:ascii="Century Gothic" w:eastAsia="Times New Roman" w:hAnsi="Century Gothic" w:cs="Times New Roman"/>
                <w:b/>
                <w:bCs/>
                <w:color w:val="1A4A5E"/>
                <w:sz w:val="18"/>
                <w:szCs w:val="18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1A4A5E"/>
                <w:sz w:val="18"/>
                <w:szCs w:val="18"/>
              </w:rPr>
              <w:t xml:space="preserve">GENDER: 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9D6E7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1A4A5E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1A4A5E"/>
                <w:sz w:val="20"/>
                <w:szCs w:val="20"/>
              </w:rPr>
              <w:t> 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vMerge/>
            <w:tcBorders>
              <w:top w:val="double" w:sz="6" w:space="0" w:color="A6A6A6"/>
              <w:left w:val="single" w:sz="4" w:space="0" w:color="A6A6A6"/>
              <w:bottom w:val="nil"/>
              <w:right w:val="single" w:sz="4" w:space="0" w:color="A6A6A6"/>
            </w:tcBorders>
            <w:vAlign w:val="center"/>
            <w:hideMark/>
          </w:tcPr>
          <w:p w:rsidR="00F46546" w:rsidRPr="00F46546" w:rsidRDefault="00F46546" w:rsidP="00F46546">
            <w:pPr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9D6E7"/>
            <w:vAlign w:val="center"/>
            <w:hideMark/>
          </w:tcPr>
          <w:p w:rsidR="00F46546" w:rsidRPr="00F46546" w:rsidRDefault="00F46546" w:rsidP="005A6E32">
            <w:pPr>
              <w:ind w:firstLineChars="100" w:firstLine="181"/>
              <w:rPr>
                <w:rFonts w:ascii="Century Gothic" w:eastAsia="Times New Roman" w:hAnsi="Century Gothic" w:cs="Times New Roman"/>
                <w:b/>
                <w:bCs/>
                <w:color w:val="1A4A5E"/>
                <w:sz w:val="18"/>
                <w:szCs w:val="18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1A4A5E"/>
                <w:sz w:val="18"/>
                <w:szCs w:val="18"/>
              </w:rPr>
              <w:t>CITY/TOWN: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9D6E7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1A4A5E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1A4A5E"/>
                <w:sz w:val="20"/>
                <w:szCs w:val="20"/>
              </w:rPr>
              <w:t> </w:t>
            </w:r>
          </w:p>
        </w:tc>
      </w:tr>
      <w:tr w:rsidR="00F46546" w:rsidRPr="00F46546" w:rsidTr="00DD002A">
        <w:trPr>
          <w:trHeight w:val="480"/>
        </w:trPr>
        <w:tc>
          <w:tcPr>
            <w:tcW w:w="9414" w:type="dxa"/>
            <w:gridSpan w:val="2"/>
            <w:tcBorders>
              <w:top w:val="double" w:sz="6" w:space="0" w:color="A6A6A6"/>
              <w:left w:val="single" w:sz="4" w:space="0" w:color="A6A6A6"/>
              <w:bottom w:val="double" w:sz="6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  <w:t xml:space="preserve">DATE OF EVENT:  </w:t>
            </w:r>
          </w:p>
        </w:tc>
        <w:tc>
          <w:tcPr>
            <w:tcW w:w="5094" w:type="dxa"/>
            <w:tcBorders>
              <w:top w:val="double" w:sz="6" w:space="0" w:color="A6A6A6"/>
              <w:left w:val="nil"/>
              <w:bottom w:val="double" w:sz="6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  <w:t xml:space="preserve">DATE RCA COMPLETED:  </w:t>
            </w:r>
          </w:p>
        </w:tc>
      </w:tr>
      <w:tr w:rsidR="00ED38D8" w:rsidRPr="00F46546" w:rsidTr="00DD002A">
        <w:trPr>
          <w:trHeight w:val="1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46546" w:rsidRPr="00F46546" w:rsidTr="005C03CF">
        <w:trPr>
          <w:trHeight w:val="480"/>
        </w:trPr>
        <w:tc>
          <w:tcPr>
            <w:tcW w:w="1450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3A5A63"/>
            <w:noWrap/>
            <w:vAlign w:val="center"/>
            <w:hideMark/>
          </w:tcPr>
          <w:p w:rsidR="00F46546" w:rsidRPr="00F46546" w:rsidRDefault="00F46546" w:rsidP="00F46546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FFFFFF"/>
              </w:rPr>
              <w:t>EVENT DETAILS</w:t>
            </w:r>
          </w:p>
        </w:tc>
      </w:tr>
      <w:tr w:rsidR="00F46546" w:rsidRPr="00F46546" w:rsidTr="00DD002A">
        <w:trPr>
          <w:trHeight w:val="360"/>
        </w:trPr>
        <w:tc>
          <w:tcPr>
            <w:tcW w:w="941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A9D6E7"/>
            <w:noWrap/>
            <w:vAlign w:val="center"/>
            <w:hideMark/>
          </w:tcPr>
          <w:p w:rsidR="00F46546" w:rsidRPr="00F46546" w:rsidRDefault="00F46546" w:rsidP="00F46546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3A5A63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3A5A63"/>
                <w:sz w:val="20"/>
                <w:szCs w:val="20"/>
              </w:rPr>
              <w:t>EVENT DESCRIPTION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A9D6E7"/>
            <w:noWrap/>
            <w:vAlign w:val="center"/>
            <w:hideMark/>
          </w:tcPr>
          <w:p w:rsidR="00F46546" w:rsidRPr="00F46546" w:rsidRDefault="00F46546" w:rsidP="00F46546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3A5A63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3A5A63"/>
                <w:sz w:val="20"/>
                <w:szCs w:val="20"/>
              </w:rPr>
              <w:t>LIST RCA TEAM MEMBERS</w:t>
            </w:r>
          </w:p>
        </w:tc>
      </w:tr>
      <w:tr w:rsidR="00F46546" w:rsidRPr="00F46546" w:rsidTr="00DD002A">
        <w:trPr>
          <w:trHeight w:val="360"/>
        </w:trPr>
        <w:tc>
          <w:tcPr>
            <w:tcW w:w="9414" w:type="dxa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652BE1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Describe the event and include any harm that resulted. Also identify the cause, if known.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F46546" w:rsidRPr="00F46546" w:rsidRDefault="00F46546" w:rsidP="00F46546">
            <w:pPr>
              <w:ind w:firstLineChars="200" w:firstLine="4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6546" w:rsidRPr="00F46546" w:rsidTr="00DD002A">
        <w:trPr>
          <w:trHeight w:val="360"/>
        </w:trPr>
        <w:tc>
          <w:tcPr>
            <w:tcW w:w="9414" w:type="dxa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F46546" w:rsidRPr="00F46546" w:rsidRDefault="00F46546" w:rsidP="00F4654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F46546" w:rsidRPr="00F46546" w:rsidRDefault="00F46546" w:rsidP="00F46546">
            <w:pPr>
              <w:ind w:firstLineChars="200" w:firstLine="4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6546" w:rsidRPr="00F46546" w:rsidTr="00DD002A">
        <w:trPr>
          <w:trHeight w:val="360"/>
        </w:trPr>
        <w:tc>
          <w:tcPr>
            <w:tcW w:w="9414" w:type="dxa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F46546" w:rsidRPr="00F46546" w:rsidRDefault="00F46546" w:rsidP="00F4654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6546" w:rsidRPr="00F46546" w:rsidTr="00DD002A">
        <w:trPr>
          <w:trHeight w:val="360"/>
        </w:trPr>
        <w:tc>
          <w:tcPr>
            <w:tcW w:w="9414" w:type="dxa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F46546" w:rsidRPr="00F46546" w:rsidRDefault="00F46546" w:rsidP="00F4654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6546" w:rsidRPr="00F46546" w:rsidTr="00DD002A">
        <w:trPr>
          <w:trHeight w:val="360"/>
        </w:trPr>
        <w:tc>
          <w:tcPr>
            <w:tcW w:w="9414" w:type="dxa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F46546" w:rsidRPr="00F46546" w:rsidRDefault="00F46546" w:rsidP="00F4654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TEAM LEADER:</w:t>
            </w:r>
          </w:p>
        </w:tc>
      </w:tr>
      <w:tr w:rsidR="00ED38D8" w:rsidRPr="00F46546" w:rsidTr="00DD002A">
        <w:trPr>
          <w:trHeight w:val="1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546" w:rsidRPr="00F46546" w:rsidRDefault="00F46546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5E84" w:rsidRPr="00F46546" w:rsidTr="00DD002A">
        <w:trPr>
          <w:trHeight w:val="10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E84" w:rsidRDefault="00B55E84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  <w:p w:rsidR="00B55E84" w:rsidRDefault="00B55E84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  <w:p w:rsidR="00B55E84" w:rsidRDefault="00B55E84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  <w:p w:rsidR="00B55E84" w:rsidRDefault="00B55E84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  <w:p w:rsidR="00B55E84" w:rsidRPr="00F46546" w:rsidRDefault="00B55E84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E84" w:rsidRPr="00F46546" w:rsidRDefault="00B55E84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1A4A5E"/>
                <w:sz w:val="20"/>
                <w:szCs w:val="20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5E84" w:rsidRPr="00F46546" w:rsidRDefault="00B55E84" w:rsidP="005A6E32">
            <w:pPr>
              <w:ind w:firstLineChars="100" w:firstLine="201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46546" w:rsidRPr="00F46546" w:rsidTr="005C03CF">
        <w:trPr>
          <w:trHeight w:val="480"/>
        </w:trPr>
        <w:tc>
          <w:tcPr>
            <w:tcW w:w="1450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1A4A5E"/>
            <w:noWrap/>
            <w:vAlign w:val="center"/>
            <w:hideMark/>
          </w:tcPr>
          <w:p w:rsidR="00F46546" w:rsidRPr="00F46546" w:rsidRDefault="00F46546" w:rsidP="00F46546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</w:rPr>
            </w:pPr>
            <w:r w:rsidRPr="00F46546">
              <w:rPr>
                <w:rFonts w:ascii="Century Gothic" w:eastAsia="Times New Roman" w:hAnsi="Century Gothic" w:cs="Times New Roman"/>
                <w:b/>
                <w:bCs/>
                <w:color w:val="FFFFFF"/>
              </w:rPr>
              <w:lastRenderedPageBreak/>
              <w:t>BACKGROUND SUMMARY</w:t>
            </w:r>
          </w:p>
        </w:tc>
      </w:tr>
      <w:tr w:rsidR="00F46546" w:rsidRPr="00F46546" w:rsidTr="005C03CF">
        <w:trPr>
          <w:trHeight w:val="360"/>
        </w:trPr>
        <w:tc>
          <w:tcPr>
            <w:tcW w:w="1450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A9D6E7"/>
            <w:noWrap/>
            <w:vAlign w:val="center"/>
            <w:hideMark/>
          </w:tcPr>
          <w:p w:rsidR="00F46546" w:rsidRPr="00F46546" w:rsidRDefault="00F46546" w:rsidP="00F46546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1A4A5E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1A4A5E"/>
                <w:sz w:val="20"/>
                <w:szCs w:val="20"/>
              </w:rPr>
              <w:t>Answer these qu</w:t>
            </w:r>
            <w:r w:rsidR="005A6E32">
              <w:rPr>
                <w:rFonts w:ascii="Century Gothic" w:eastAsia="Times New Roman" w:hAnsi="Century Gothic" w:cs="Times New Roman"/>
                <w:i/>
                <w:iCs/>
                <w:color w:val="1A4A5E"/>
                <w:sz w:val="20"/>
                <w:szCs w:val="20"/>
              </w:rPr>
              <w:t>estions with a brief summary. A</w:t>
            </w:r>
            <w:r w:rsidRPr="00F46546">
              <w:rPr>
                <w:rFonts w:ascii="Century Gothic" w:eastAsia="Times New Roman" w:hAnsi="Century Gothic" w:cs="Times New Roman"/>
                <w:i/>
                <w:iCs/>
                <w:color w:val="1A4A5E"/>
                <w:sz w:val="20"/>
                <w:szCs w:val="20"/>
              </w:rPr>
              <w:t>ttach supporting documents</w:t>
            </w:r>
            <w:r w:rsidR="005A6E32">
              <w:rPr>
                <w:rFonts w:ascii="Century Gothic" w:eastAsia="Times New Roman" w:hAnsi="Century Gothic" w:cs="Times New Roman"/>
                <w:i/>
                <w:iCs/>
                <w:color w:val="1A4A5E"/>
                <w:sz w:val="20"/>
                <w:szCs w:val="20"/>
              </w:rPr>
              <w:t>,</w:t>
            </w:r>
            <w:r w:rsidRPr="00F46546">
              <w:rPr>
                <w:rFonts w:ascii="Century Gothic" w:eastAsia="Times New Roman" w:hAnsi="Century Gothic" w:cs="Times New Roman"/>
                <w:i/>
                <w:iCs/>
                <w:color w:val="1A4A5E"/>
                <w:sz w:val="20"/>
                <w:szCs w:val="20"/>
              </w:rPr>
              <w:t xml:space="preserve"> if available</w:t>
            </w:r>
            <w:r w:rsidR="005A6E32">
              <w:rPr>
                <w:rFonts w:ascii="Century Gothic" w:eastAsia="Times New Roman" w:hAnsi="Century Gothic" w:cs="Times New Roman"/>
                <w:i/>
                <w:iCs/>
                <w:color w:val="1A4A5E"/>
                <w:sz w:val="20"/>
                <w:szCs w:val="20"/>
              </w:rPr>
              <w:t>.</w:t>
            </w:r>
          </w:p>
        </w:tc>
      </w:tr>
      <w:tr w:rsidR="00F46546" w:rsidRPr="00F46546" w:rsidTr="00447A19">
        <w:trPr>
          <w:trHeight w:val="360"/>
        </w:trPr>
        <w:tc>
          <w:tcPr>
            <w:tcW w:w="9414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AEEF3" w:themeFill="accent5" w:themeFillTint="33"/>
            <w:noWrap/>
          </w:tcPr>
          <w:p w:rsidR="00F46546" w:rsidRPr="00F46546" w:rsidRDefault="00447A19" w:rsidP="00825637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A19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Describe the event</w:t>
            </w:r>
            <w:r w:rsidR="005A6E32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,</w:t>
            </w:r>
            <w:r w:rsidRPr="00447A19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 xml:space="preserve"> and include any harm that resulted. Also identify the cause, if known.</w:t>
            </w:r>
          </w:p>
        </w:tc>
        <w:tc>
          <w:tcPr>
            <w:tcW w:w="5094" w:type="dxa"/>
            <w:vMerge w:val="restart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000000" w:fill="D3EBF3"/>
          </w:tcPr>
          <w:p w:rsidR="00F46546" w:rsidRPr="00F46546" w:rsidRDefault="00903502" w:rsidP="00903502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Description:</w:t>
            </w:r>
          </w:p>
        </w:tc>
      </w:tr>
      <w:tr w:rsidR="00F46546" w:rsidRPr="00F46546" w:rsidTr="00447A19">
        <w:trPr>
          <w:trHeight w:val="360"/>
        </w:trPr>
        <w:tc>
          <w:tcPr>
            <w:tcW w:w="9414" w:type="dxa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94" w:type="dxa"/>
            <w:vMerge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vAlign w:val="center"/>
          </w:tcPr>
          <w:p w:rsidR="00F46546" w:rsidRPr="00F46546" w:rsidRDefault="00F46546" w:rsidP="00F4654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46546" w:rsidRPr="00F46546" w:rsidTr="00447A19">
        <w:trPr>
          <w:trHeight w:val="360"/>
        </w:trPr>
        <w:tc>
          <w:tcPr>
            <w:tcW w:w="9414" w:type="dxa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94" w:type="dxa"/>
            <w:vMerge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vAlign w:val="center"/>
          </w:tcPr>
          <w:p w:rsidR="00F46546" w:rsidRPr="00F46546" w:rsidRDefault="00F46546" w:rsidP="00F4654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46546" w:rsidRPr="00F46546" w:rsidTr="00447A19">
        <w:trPr>
          <w:trHeight w:val="360"/>
        </w:trPr>
        <w:tc>
          <w:tcPr>
            <w:tcW w:w="9414" w:type="dxa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94" w:type="dxa"/>
            <w:vMerge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vAlign w:val="center"/>
          </w:tcPr>
          <w:p w:rsidR="00F46546" w:rsidRPr="00F46546" w:rsidRDefault="00F46546" w:rsidP="00F4654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46546" w:rsidRPr="00F46546" w:rsidTr="00447A19">
        <w:trPr>
          <w:trHeight w:val="620"/>
        </w:trPr>
        <w:tc>
          <w:tcPr>
            <w:tcW w:w="9414" w:type="dxa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94" w:type="dxa"/>
            <w:vMerge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vAlign w:val="center"/>
          </w:tcPr>
          <w:p w:rsidR="00F46546" w:rsidRPr="00F46546" w:rsidRDefault="00F46546" w:rsidP="00F4654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D38D8" w:rsidRPr="00F46546" w:rsidTr="00447A19">
        <w:trPr>
          <w:trHeight w:val="360"/>
        </w:trPr>
        <w:tc>
          <w:tcPr>
            <w:tcW w:w="5256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58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D38D8" w:rsidRPr="00F46546" w:rsidTr="00DD002A">
        <w:trPr>
          <w:trHeight w:val="12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Was there any deviation from the expected sequence?  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bookmarkEnd w:id="1"/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bookmarkEnd w:id="2"/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E1369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explain the deviation.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If deviation occurred from the expected sequence, was it likely to have contributed to the adverse event?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bookmarkEnd w:id="3"/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bookmarkEnd w:id="4"/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bookmarkEnd w:id="5"/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E1369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explain the contribution.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6546" w:rsidRPr="00F46546" w:rsidRDefault="00F46546" w:rsidP="00F4654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Was the expected sequence described in policy, procedure, written guidelines, or included in staff training?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E1369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explain the source.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Does the expected sequence meet regulatory requirements and/or practice standards?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E13696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define references and/or literature reviewed by the team.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Was there a human action or inaction that contributed to the adverse event?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  <w:r w:rsidR="00F46546"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explain how the actions contributed.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Was there a defect, malfunction, misuse of, or absence of equipment that contributed to this event?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  <w:r w:rsidR="00F46546"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describe the equipment and how it appeared to contribute.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Did the procedure/activity involved in the event being carried out take place in the usual location?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054AB9" w:rsidRDefault="00054AB9" w:rsidP="00054AB9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054AB9" w:rsidRDefault="00054AB9" w:rsidP="00054AB9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054AB9" w:rsidRDefault="00054AB9" w:rsidP="00054AB9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054AB9" w:rsidRDefault="00054AB9" w:rsidP="00054AB9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054AB9" w:rsidRDefault="00054AB9" w:rsidP="00054AB9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054AB9" w:rsidP="00054AB9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  <w:p w:rsidR="00F46546" w:rsidRPr="00F46546" w:rsidRDefault="00F46546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NO, explain where and why a different location was utilized.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Was the procedure/activity carried out by regular staff familiar with the consumer and activity?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NO, describe who carried out the activity and why regular staff were not involved.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Did the involved staff have the</w:t>
            </w:r>
            <w:r w:rsidR="005A6E3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correct credentials and skills</w:t>
            </w: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to carry out the tasks expected of them?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  <w:r w:rsidR="00F46546"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NO, explain the perceived inadequacy.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lastRenderedPageBreak/>
              <w:t>Was the staff trained to carry out their expected responsibilities?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  <w:r w:rsidR="00F46546"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NO, explain the perceived inadequacy.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Were the staffing levels considered adequate at the time of the incident?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  <w:r w:rsidR="00F46546"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NO, explain why.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Were there any additional staffing factors identified as responsible for or contributing to the adverse event?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explain those factors.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Was there any inaccurate or ambiguous information that contributed to or caused the adverse event?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explain what information and how it contributed.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Was there any lack of communication or incomplete communication that contributed to or caused the adverse event?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explain who, what</w:t>
            </w:r>
            <w:r w:rsidR="005A6E32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,</w:t>
            </w: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 xml:space="preserve"> and how it contributed.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lastRenderedPageBreak/>
              <w:t xml:space="preserve">Were there any environmental factors that contributed to or caused the adverse event?  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  <w:r w:rsidR="00F46546"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explain what factors and how they contributed.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Were there any organizational </w:t>
            </w:r>
            <w:r w:rsidR="005A6E3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or leadership factors contributing to or causing</w:t>
            </w: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the adverse event?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explain what factors and how they contributed.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5A6E32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Were</w:t>
            </w:r>
            <w:r w:rsidR="00F46546"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there any assessment or planning factors that contributed to or caused the adverse event?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explain the factors and how they contributed.</w:t>
            </w:r>
          </w:p>
        </w:tc>
      </w:tr>
      <w:tr w:rsidR="00ED38D8" w:rsidRPr="00F46546" w:rsidTr="00DD002A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38D8" w:rsidRPr="00F46546" w:rsidTr="00DD002A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0654E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Were there any other factors that are considered relevant to the adverse event?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1B1082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F46546" w:rsidRPr="00F46546" w:rsidRDefault="001B1082" w:rsidP="001B1082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509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F46546" w:rsidRPr="00F46546" w:rsidRDefault="00F46546" w:rsidP="00277308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Describe:</w:t>
            </w:r>
          </w:p>
        </w:tc>
      </w:tr>
      <w:tr w:rsidR="00ED38D8" w:rsidRPr="00F46546" w:rsidTr="00BF78CD">
        <w:trPr>
          <w:trHeight w:val="305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546" w:rsidRPr="00F46546" w:rsidRDefault="00F46546" w:rsidP="00F46546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546" w:rsidRPr="00F46546" w:rsidRDefault="00F46546" w:rsidP="00F465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1627C1" w:rsidRDefault="001627C1"/>
    <w:p w:rsidR="00BF78CD" w:rsidRDefault="00BF78CD"/>
    <w:p w:rsidR="00BF78CD" w:rsidRDefault="00BF78CD"/>
    <w:p w:rsidR="00BF78CD" w:rsidRDefault="00BF78CD"/>
    <w:p w:rsidR="00BF78CD" w:rsidRDefault="00BF78CD"/>
    <w:p w:rsidR="00BF78CD" w:rsidRDefault="00BF78CD"/>
    <w:p w:rsidR="00BF78CD" w:rsidRDefault="00BF78CD"/>
    <w:p w:rsidR="00BF78CD" w:rsidRDefault="00BF78CD"/>
    <w:p w:rsidR="00BF78CD" w:rsidRDefault="00BF78CD"/>
    <w:tbl>
      <w:tblPr>
        <w:tblW w:w="14508" w:type="dxa"/>
        <w:tblInd w:w="108" w:type="dxa"/>
        <w:tblLook w:val="04A0" w:firstRow="1" w:lastRow="0" w:firstColumn="1" w:lastColumn="0" w:noHBand="0" w:noVBand="1"/>
      </w:tblPr>
      <w:tblGrid>
        <w:gridCol w:w="5256"/>
        <w:gridCol w:w="4158"/>
        <w:gridCol w:w="5066"/>
        <w:gridCol w:w="28"/>
      </w:tblGrid>
      <w:tr w:rsidR="00DD002A" w:rsidRPr="00DD002A" w:rsidTr="00736954">
        <w:trPr>
          <w:gridAfter w:val="1"/>
          <w:wAfter w:w="28" w:type="dxa"/>
          <w:trHeight w:val="890"/>
        </w:trPr>
        <w:tc>
          <w:tcPr>
            <w:tcW w:w="1448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DD002A" w:rsidRPr="00DD002A" w:rsidRDefault="00DD002A" w:rsidP="004A403E">
            <w:pPr>
              <w:ind w:firstLineChars="100" w:firstLine="200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DD002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lastRenderedPageBreak/>
              <w:t xml:space="preserve">Rank in order the factors considered responsible for the adverse event, beginning with the proximate cause, followed by the most important to less important contributory factors. Attach </w:t>
            </w:r>
            <w:r w:rsidR="005A6E3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the </w:t>
            </w:r>
            <w:r w:rsidRPr="00DD002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Contributory Factors Diagram, if available.</w:t>
            </w:r>
          </w:p>
        </w:tc>
      </w:tr>
      <w:tr w:rsidR="00DD002A" w:rsidRPr="00DD002A" w:rsidTr="00736954">
        <w:trPr>
          <w:gridAfter w:val="1"/>
          <w:wAfter w:w="28" w:type="dxa"/>
          <w:trHeight w:val="475"/>
        </w:trPr>
        <w:tc>
          <w:tcPr>
            <w:tcW w:w="1448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6F5FB"/>
            <w:vAlign w:val="center"/>
            <w:hideMark/>
          </w:tcPr>
          <w:p w:rsidR="00DD002A" w:rsidRPr="00DD002A" w:rsidRDefault="00DD002A" w:rsidP="00DD002A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DD002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D002A" w:rsidRPr="00DD002A" w:rsidTr="00736954">
        <w:trPr>
          <w:gridAfter w:val="1"/>
          <w:wAfter w:w="28" w:type="dxa"/>
          <w:trHeight w:val="475"/>
        </w:trPr>
        <w:tc>
          <w:tcPr>
            <w:tcW w:w="1448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6F5FB"/>
            <w:vAlign w:val="center"/>
            <w:hideMark/>
          </w:tcPr>
          <w:p w:rsidR="00DD002A" w:rsidRPr="00DD002A" w:rsidRDefault="00DD002A" w:rsidP="00DD002A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DD002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D002A" w:rsidRPr="00DD002A" w:rsidTr="00736954">
        <w:trPr>
          <w:gridAfter w:val="1"/>
          <w:wAfter w:w="28" w:type="dxa"/>
          <w:trHeight w:val="475"/>
        </w:trPr>
        <w:tc>
          <w:tcPr>
            <w:tcW w:w="1448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6F5FB"/>
            <w:vAlign w:val="center"/>
            <w:hideMark/>
          </w:tcPr>
          <w:p w:rsidR="00DD002A" w:rsidRPr="00DD002A" w:rsidRDefault="00DD002A" w:rsidP="00DD002A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DD002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D002A" w:rsidRPr="00DD002A" w:rsidTr="00736954">
        <w:trPr>
          <w:gridAfter w:val="1"/>
          <w:wAfter w:w="28" w:type="dxa"/>
          <w:trHeight w:val="475"/>
        </w:trPr>
        <w:tc>
          <w:tcPr>
            <w:tcW w:w="1448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6F5FB"/>
            <w:vAlign w:val="center"/>
            <w:hideMark/>
          </w:tcPr>
          <w:p w:rsidR="00DD002A" w:rsidRPr="00DD002A" w:rsidRDefault="00DD002A" w:rsidP="00DD002A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DD002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D002A" w:rsidRPr="00DD002A" w:rsidTr="00736954">
        <w:trPr>
          <w:gridAfter w:val="1"/>
          <w:wAfter w:w="28" w:type="dxa"/>
          <w:trHeight w:val="475"/>
        </w:trPr>
        <w:tc>
          <w:tcPr>
            <w:tcW w:w="1448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6F5FB"/>
            <w:vAlign w:val="center"/>
            <w:hideMark/>
          </w:tcPr>
          <w:p w:rsidR="00DD002A" w:rsidRPr="00DD002A" w:rsidRDefault="00DD002A" w:rsidP="00DD002A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DD002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D002A" w:rsidRPr="00DD002A" w:rsidTr="00736954">
        <w:trPr>
          <w:gridAfter w:val="1"/>
          <w:wAfter w:w="28" w:type="dxa"/>
          <w:trHeight w:val="517"/>
        </w:trPr>
        <w:tc>
          <w:tcPr>
            <w:tcW w:w="1448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6F5FB"/>
            <w:vAlign w:val="center"/>
            <w:hideMark/>
          </w:tcPr>
          <w:p w:rsidR="00DD002A" w:rsidRPr="00DD002A" w:rsidRDefault="00DD002A" w:rsidP="00DD002A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DD002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F46546" w:rsidTr="00736954">
        <w:trPr>
          <w:trHeight w:val="360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6954" w:rsidRPr="00F46546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6954" w:rsidRPr="00F46546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F46546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954" w:rsidRPr="00F46546" w:rsidRDefault="00736954" w:rsidP="0073695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36954" w:rsidRPr="00F46546" w:rsidTr="00736954">
        <w:trPr>
          <w:trHeight w:val="1640"/>
        </w:trPr>
        <w:tc>
          <w:tcPr>
            <w:tcW w:w="52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736954" w:rsidRPr="00F46546" w:rsidRDefault="00736954" w:rsidP="00736954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Was there a root cause identified?</w:t>
            </w:r>
          </w:p>
        </w:tc>
        <w:tc>
          <w:tcPr>
            <w:tcW w:w="415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vAlign w:val="center"/>
            <w:hideMark/>
          </w:tcPr>
          <w:p w:rsidR="00736954" w:rsidRDefault="00736954" w:rsidP="00736954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YES</w:t>
            </w:r>
          </w:p>
          <w:p w:rsidR="00736954" w:rsidRDefault="00736954" w:rsidP="00736954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736954" w:rsidRDefault="00736954" w:rsidP="00736954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NO</w:t>
            </w:r>
          </w:p>
          <w:p w:rsidR="00736954" w:rsidRDefault="00736954" w:rsidP="00736954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  <w:p w:rsidR="00736954" w:rsidRPr="00F46546" w:rsidRDefault="00736954" w:rsidP="00736954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509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3EBF3"/>
            <w:hideMark/>
          </w:tcPr>
          <w:p w:rsidR="00736954" w:rsidRPr="00F46546" w:rsidRDefault="00736954" w:rsidP="00736954">
            <w:pP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</w:rPr>
              <w:t>If YES, explain the root cause.</w:t>
            </w:r>
          </w:p>
        </w:tc>
      </w:tr>
    </w:tbl>
    <w:p w:rsidR="00BF78CD" w:rsidRDefault="00BF78CD"/>
    <w:tbl>
      <w:tblPr>
        <w:tblW w:w="14496" w:type="dxa"/>
        <w:tblInd w:w="108" w:type="dxa"/>
        <w:tblLook w:val="04A0" w:firstRow="1" w:lastRow="0" w:firstColumn="1" w:lastColumn="0" w:noHBand="0" w:noVBand="1"/>
      </w:tblPr>
      <w:tblGrid>
        <w:gridCol w:w="2610"/>
        <w:gridCol w:w="11886"/>
      </w:tblGrid>
      <w:tr w:rsidR="00736954" w:rsidRPr="00736954" w:rsidTr="00736954">
        <w:trPr>
          <w:trHeight w:val="621"/>
        </w:trPr>
        <w:tc>
          <w:tcPr>
            <w:tcW w:w="14496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3D4647"/>
            <w:noWrap/>
            <w:vAlign w:val="center"/>
            <w:hideMark/>
          </w:tcPr>
          <w:p w:rsidR="00736954" w:rsidRPr="00736954" w:rsidRDefault="005A6E32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/>
              </w:rPr>
              <w:t>RISK-</w:t>
            </w:r>
            <w:r w:rsidR="00736954" w:rsidRPr="00736954">
              <w:rPr>
                <w:rFonts w:ascii="Century Gothic" w:eastAsia="Times New Roman" w:hAnsi="Century Gothic" w:cs="Times New Roman"/>
                <w:b/>
                <w:bCs/>
                <w:color w:val="FFFFFF"/>
              </w:rPr>
              <w:t xml:space="preserve">REDUCTION ACTIONS TAKEN </w:t>
            </w:r>
          </w:p>
        </w:tc>
      </w:tr>
      <w:tr w:rsidR="00736954" w:rsidRPr="00736954" w:rsidTr="00736954">
        <w:trPr>
          <w:trHeight w:val="621"/>
        </w:trPr>
        <w:tc>
          <w:tcPr>
            <w:tcW w:w="14496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9D0D1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3D4647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i/>
                <w:iCs/>
                <w:color w:val="3D4647"/>
                <w:sz w:val="20"/>
                <w:szCs w:val="20"/>
              </w:rPr>
              <w:t>List the actions that have already been taken to reduce the risk of a future occurrence. Note the date of implementation.</w:t>
            </w:r>
          </w:p>
        </w:tc>
      </w:tr>
      <w:tr w:rsidR="00736954" w:rsidRPr="00736954" w:rsidTr="00736954">
        <w:trPr>
          <w:trHeight w:val="640"/>
        </w:trPr>
        <w:tc>
          <w:tcPr>
            <w:tcW w:w="2610" w:type="dxa"/>
            <w:tcBorders>
              <w:top w:val="nil"/>
              <w:left w:val="single" w:sz="4" w:space="0" w:color="A6A6A6"/>
              <w:bottom w:val="single" w:sz="4" w:space="0" w:color="808080" w:themeColor="background1" w:themeShade="80"/>
            </w:tcBorders>
            <w:shd w:val="clear" w:color="000000" w:fill="3D4647"/>
            <w:vAlign w:val="center"/>
            <w:hideMark/>
          </w:tcPr>
          <w:p w:rsidR="00736954" w:rsidRDefault="00736954">
            <w:pPr>
              <w:jc w:val="center"/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11886" w:type="dxa"/>
            <w:tcBorders>
              <w:top w:val="nil"/>
              <w:left w:val="single" w:sz="4" w:space="0" w:color="A6A6A6"/>
              <w:bottom w:val="single" w:sz="4" w:space="0" w:color="808080" w:themeColor="background1" w:themeShade="80"/>
            </w:tcBorders>
            <w:shd w:val="clear" w:color="000000" w:fill="3D4647"/>
            <w:vAlign w:val="center"/>
          </w:tcPr>
          <w:p w:rsidR="00736954" w:rsidRDefault="00736954">
            <w:pPr>
              <w:jc w:val="center"/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  <w:t>EXPLAIN ACTION TAKEN</w:t>
            </w:r>
          </w:p>
        </w:tc>
      </w:tr>
      <w:tr w:rsidR="00736954" w:rsidRPr="00736954" w:rsidTr="00736954">
        <w:trPr>
          <w:trHeight w:val="640"/>
        </w:trPr>
        <w:tc>
          <w:tcPr>
            <w:tcW w:w="26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 w:themeFill="background1" w:themeFillShade="D9"/>
            <w:vAlign w:val="center"/>
          </w:tcPr>
          <w:p w:rsidR="00736954" w:rsidRDefault="00736954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 w:themeFill="background1" w:themeFillShade="D9"/>
            <w:vAlign w:val="center"/>
          </w:tcPr>
          <w:p w:rsidR="00736954" w:rsidRDefault="00736954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736954">
        <w:trPr>
          <w:trHeight w:val="640"/>
        </w:trPr>
        <w:tc>
          <w:tcPr>
            <w:tcW w:w="26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 w:themeFill="background1" w:themeFillShade="D9"/>
            <w:vAlign w:val="center"/>
          </w:tcPr>
          <w:p w:rsidR="00736954" w:rsidRDefault="00736954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 w:themeFill="background1" w:themeFillShade="D9"/>
            <w:vAlign w:val="center"/>
          </w:tcPr>
          <w:p w:rsidR="00736954" w:rsidRDefault="00736954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736954">
        <w:trPr>
          <w:trHeight w:val="640"/>
        </w:trPr>
        <w:tc>
          <w:tcPr>
            <w:tcW w:w="26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 w:themeFill="background1" w:themeFillShade="D9"/>
            <w:vAlign w:val="center"/>
          </w:tcPr>
          <w:p w:rsidR="00736954" w:rsidRDefault="00736954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 w:themeFill="background1" w:themeFillShade="D9"/>
            <w:vAlign w:val="center"/>
          </w:tcPr>
          <w:p w:rsidR="00736954" w:rsidRDefault="00736954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 </w:t>
            </w:r>
          </w:p>
        </w:tc>
      </w:tr>
    </w:tbl>
    <w:p w:rsidR="00736954" w:rsidRDefault="00736954"/>
    <w:p w:rsidR="00736954" w:rsidRDefault="00736954"/>
    <w:tbl>
      <w:tblPr>
        <w:tblW w:w="14230" w:type="dxa"/>
        <w:tblInd w:w="108" w:type="dxa"/>
        <w:tblLook w:val="04A0" w:firstRow="1" w:lastRow="0" w:firstColumn="1" w:lastColumn="0" w:noHBand="0" w:noVBand="1"/>
      </w:tblPr>
      <w:tblGrid>
        <w:gridCol w:w="6261"/>
        <w:gridCol w:w="2118"/>
        <w:gridCol w:w="5851"/>
      </w:tblGrid>
      <w:tr w:rsidR="00736954" w:rsidRPr="00736954" w:rsidTr="00C94076">
        <w:trPr>
          <w:trHeight w:val="688"/>
        </w:trPr>
        <w:tc>
          <w:tcPr>
            <w:tcW w:w="1423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3A5A63"/>
            <w:noWrap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color w:val="FFFFFF"/>
              </w:rPr>
              <w:lastRenderedPageBreak/>
              <w:t xml:space="preserve">PREVENTION STRATEGIES </w:t>
            </w:r>
          </w:p>
        </w:tc>
      </w:tr>
      <w:tr w:rsidR="00736954" w:rsidRPr="00736954" w:rsidTr="00C94076">
        <w:trPr>
          <w:trHeight w:val="688"/>
        </w:trPr>
        <w:tc>
          <w:tcPr>
            <w:tcW w:w="1423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B5CCD2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3A5A63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i/>
                <w:iCs/>
                <w:color w:val="3A5A63"/>
                <w:sz w:val="20"/>
                <w:szCs w:val="20"/>
              </w:rPr>
              <w:t>List the recommended actions planned to prevent a future occurrence of the adverse event. Begin with a rank of 1 (highest). Provide an estimated cost (if known) and any additional considerations/recommendations for implementing the strategy.</w:t>
            </w:r>
          </w:p>
        </w:tc>
      </w:tr>
      <w:tr w:rsidR="00736954" w:rsidRPr="00736954" w:rsidTr="00C94076">
        <w:trPr>
          <w:trHeight w:val="639"/>
        </w:trPr>
        <w:tc>
          <w:tcPr>
            <w:tcW w:w="6261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3A5A63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STRATEGY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3A5A63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ESTIMATED COST</w:t>
            </w:r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3A5A63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SPECIAL CONSIDERATIONS</w:t>
            </w:r>
          </w:p>
        </w:tc>
      </w:tr>
      <w:tr w:rsidR="00736954" w:rsidRPr="00736954" w:rsidTr="00C94076">
        <w:trPr>
          <w:trHeight w:val="639"/>
        </w:trPr>
        <w:tc>
          <w:tcPr>
            <w:tcW w:w="6261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C94076">
        <w:trPr>
          <w:trHeight w:val="639"/>
        </w:trPr>
        <w:tc>
          <w:tcPr>
            <w:tcW w:w="6261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C94076">
        <w:trPr>
          <w:trHeight w:val="639"/>
        </w:trPr>
        <w:tc>
          <w:tcPr>
            <w:tcW w:w="6261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C94076">
        <w:trPr>
          <w:trHeight w:val="639"/>
        </w:trPr>
        <w:tc>
          <w:tcPr>
            <w:tcW w:w="6261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C94076">
        <w:trPr>
          <w:trHeight w:val="673"/>
        </w:trPr>
        <w:tc>
          <w:tcPr>
            <w:tcW w:w="6261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C94076">
        <w:trPr>
          <w:trHeight w:val="655"/>
        </w:trPr>
        <w:tc>
          <w:tcPr>
            <w:tcW w:w="6261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C94076">
        <w:trPr>
          <w:trHeight w:val="673"/>
        </w:trPr>
        <w:tc>
          <w:tcPr>
            <w:tcW w:w="6261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EDDE1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736954" w:rsidRDefault="00736954"/>
    <w:tbl>
      <w:tblPr>
        <w:tblW w:w="14221" w:type="dxa"/>
        <w:tblInd w:w="108" w:type="dxa"/>
        <w:tblLook w:val="04A0" w:firstRow="1" w:lastRow="0" w:firstColumn="1" w:lastColumn="0" w:noHBand="0" w:noVBand="1"/>
      </w:tblPr>
      <w:tblGrid>
        <w:gridCol w:w="14221"/>
      </w:tblGrid>
      <w:tr w:rsidR="00736954" w:rsidRPr="00736954" w:rsidTr="00C94076">
        <w:trPr>
          <w:trHeight w:val="547"/>
        </w:trPr>
        <w:tc>
          <w:tcPr>
            <w:tcW w:w="142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266066"/>
            <w:noWrap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color w:val="FFFFFF"/>
              </w:rPr>
              <w:t>INCIDENTAL FINDINGS</w:t>
            </w:r>
          </w:p>
        </w:tc>
      </w:tr>
      <w:tr w:rsidR="00736954" w:rsidRPr="00736954" w:rsidTr="00C94076">
        <w:trPr>
          <w:trHeight w:val="500"/>
        </w:trPr>
        <w:tc>
          <w:tcPr>
            <w:tcW w:w="142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BBE1E6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266066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i/>
                <w:iCs/>
                <w:color w:val="266066"/>
                <w:sz w:val="20"/>
                <w:szCs w:val="20"/>
              </w:rPr>
              <w:t>List and explain any incidental findings that should be carefully reviewed for corrective action.</w:t>
            </w:r>
          </w:p>
        </w:tc>
      </w:tr>
      <w:tr w:rsidR="00736954" w:rsidRPr="00736954" w:rsidTr="00C94076">
        <w:trPr>
          <w:trHeight w:val="2711"/>
        </w:trPr>
        <w:tc>
          <w:tcPr>
            <w:tcW w:w="142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F0F2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266066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i/>
                <w:iCs/>
                <w:color w:val="266066"/>
                <w:sz w:val="20"/>
                <w:szCs w:val="20"/>
              </w:rPr>
              <w:t> </w:t>
            </w:r>
          </w:p>
        </w:tc>
      </w:tr>
    </w:tbl>
    <w:p w:rsidR="00736954" w:rsidRDefault="00736954"/>
    <w:tbl>
      <w:tblPr>
        <w:tblW w:w="14508" w:type="dxa"/>
        <w:tblInd w:w="108" w:type="dxa"/>
        <w:tblLook w:val="04A0" w:firstRow="1" w:lastRow="0" w:firstColumn="1" w:lastColumn="0" w:noHBand="0" w:noVBand="1"/>
      </w:tblPr>
      <w:tblGrid>
        <w:gridCol w:w="4230"/>
        <w:gridCol w:w="4770"/>
        <w:gridCol w:w="1620"/>
        <w:gridCol w:w="2815"/>
        <w:gridCol w:w="515"/>
        <w:gridCol w:w="558"/>
      </w:tblGrid>
      <w:tr w:rsidR="00736954" w:rsidRPr="00736954" w:rsidTr="00736954">
        <w:trPr>
          <w:gridAfter w:val="1"/>
          <w:wAfter w:w="558" w:type="dxa"/>
          <w:trHeight w:val="480"/>
        </w:trPr>
        <w:tc>
          <w:tcPr>
            <w:tcW w:w="13950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316857"/>
            <w:noWrap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color w:val="FFFFFF"/>
              </w:rPr>
              <w:t>APPROVAL</w:t>
            </w:r>
          </w:p>
        </w:tc>
      </w:tr>
      <w:tr w:rsidR="00736954" w:rsidRPr="00736954" w:rsidTr="00736954">
        <w:trPr>
          <w:gridAfter w:val="1"/>
          <w:wAfter w:w="558" w:type="dxa"/>
          <w:trHeight w:val="660"/>
        </w:trPr>
        <w:tc>
          <w:tcPr>
            <w:tcW w:w="13950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7E4DC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316857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i/>
                <w:iCs/>
                <w:color w:val="316857"/>
                <w:sz w:val="20"/>
                <w:szCs w:val="20"/>
              </w:rPr>
              <w:t>After review of this summary report, all team members should notify the team leader of either their approval or recommendations for revision.  Following all revisions</w:t>
            </w:r>
            <w:r w:rsidR="005A6E32">
              <w:rPr>
                <w:rFonts w:ascii="Century Gothic" w:eastAsia="Times New Roman" w:hAnsi="Century Gothic" w:cs="Times New Roman"/>
                <w:i/>
                <w:iCs/>
                <w:color w:val="316857"/>
                <w:sz w:val="20"/>
                <w:szCs w:val="20"/>
              </w:rPr>
              <w:t>,</w:t>
            </w:r>
            <w:r w:rsidRPr="00736954">
              <w:rPr>
                <w:rFonts w:ascii="Century Gothic" w:eastAsia="Times New Roman" w:hAnsi="Century Gothic" w:cs="Times New Roman"/>
                <w:i/>
                <w:iCs/>
                <w:color w:val="316857"/>
                <w:sz w:val="20"/>
                <w:szCs w:val="20"/>
              </w:rPr>
              <w:t xml:space="preserve"> the report should be signed by the team leader prior to submission.   </w:t>
            </w:r>
          </w:p>
        </w:tc>
      </w:tr>
      <w:tr w:rsidR="00736954" w:rsidRPr="00736954" w:rsidTr="00736954">
        <w:trPr>
          <w:gridAfter w:val="1"/>
          <w:wAfter w:w="558" w:type="dxa"/>
          <w:trHeight w:val="1080"/>
        </w:trPr>
        <w:tc>
          <w:tcPr>
            <w:tcW w:w="13950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2F1ED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316857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i/>
                <w:iCs/>
                <w:color w:val="316857"/>
                <w:sz w:val="20"/>
                <w:szCs w:val="20"/>
              </w:rPr>
              <w:t> </w:t>
            </w:r>
          </w:p>
        </w:tc>
      </w:tr>
      <w:tr w:rsidR="00736954" w:rsidRPr="00736954" w:rsidTr="00FD610A">
        <w:trPr>
          <w:trHeight w:val="160"/>
        </w:trPr>
        <w:tc>
          <w:tcPr>
            <w:tcW w:w="10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316857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6954" w:rsidRPr="00736954" w:rsidTr="00FD610A">
        <w:trPr>
          <w:gridAfter w:val="1"/>
          <w:wAfter w:w="558" w:type="dxa"/>
          <w:trHeight w:val="540"/>
        </w:trPr>
        <w:tc>
          <w:tcPr>
            <w:tcW w:w="10620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1A4A5E"/>
            <w:noWrap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color w:val="FFFFFF"/>
              </w:rPr>
              <w:t>SIGNATURE OF TEAM MEMBER:</w:t>
            </w:r>
          </w:p>
        </w:tc>
        <w:tc>
          <w:tcPr>
            <w:tcW w:w="333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1A4A5E"/>
            <w:noWrap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color w:val="FFFFFF"/>
              </w:rPr>
              <w:t>DATE SIGNED:</w:t>
            </w:r>
          </w:p>
        </w:tc>
      </w:tr>
      <w:tr w:rsidR="00736954" w:rsidRPr="00736954" w:rsidTr="005A6E32">
        <w:trPr>
          <w:gridAfter w:val="1"/>
          <w:wAfter w:w="558" w:type="dxa"/>
          <w:trHeight w:val="40"/>
        </w:trPr>
        <w:tc>
          <w:tcPr>
            <w:tcW w:w="10620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D3EBF3"/>
            <w:hideMark/>
          </w:tcPr>
          <w:p w:rsidR="00736954" w:rsidRPr="00736954" w:rsidRDefault="00736954" w:rsidP="00736954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3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D3EBF3"/>
            <w:hideMark/>
          </w:tcPr>
          <w:p w:rsidR="00736954" w:rsidRPr="00736954" w:rsidRDefault="00736954" w:rsidP="00736954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FD610A">
        <w:trPr>
          <w:trHeight w:val="160"/>
        </w:trPr>
        <w:tc>
          <w:tcPr>
            <w:tcW w:w="10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954" w:rsidRPr="00736954" w:rsidRDefault="00736954" w:rsidP="00736954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6954" w:rsidRPr="00736954" w:rsidTr="00736954">
        <w:trPr>
          <w:gridAfter w:val="1"/>
          <w:wAfter w:w="558" w:type="dxa"/>
          <w:trHeight w:val="320"/>
        </w:trPr>
        <w:tc>
          <w:tcPr>
            <w:tcW w:w="13950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9D0D1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3D4647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3D4647"/>
                <w:sz w:val="20"/>
                <w:szCs w:val="20"/>
              </w:rPr>
              <w:t>All information included in this report is considered confidential. It is intended only to promote safety and reduce risk.</w:t>
            </w:r>
          </w:p>
        </w:tc>
      </w:tr>
      <w:tr w:rsidR="00736954" w:rsidRPr="00736954" w:rsidTr="00FD610A">
        <w:trPr>
          <w:trHeight w:val="320"/>
        </w:trPr>
        <w:tc>
          <w:tcPr>
            <w:tcW w:w="10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3D4647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54" w:rsidRPr="00736954" w:rsidRDefault="00736954" w:rsidP="007369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54" w:rsidRPr="00736954" w:rsidRDefault="00736954" w:rsidP="007369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6954" w:rsidRPr="00736954" w:rsidTr="00736954">
        <w:trPr>
          <w:gridAfter w:val="3"/>
          <w:wAfter w:w="3888" w:type="dxa"/>
          <w:trHeight w:val="320"/>
        </w:trPr>
        <w:tc>
          <w:tcPr>
            <w:tcW w:w="10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954" w:rsidRPr="00736954" w:rsidRDefault="00736954" w:rsidP="0073695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69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Forward completed report to all Root Cause Analysis team members in addition to the following individuals:</w:t>
            </w:r>
          </w:p>
        </w:tc>
      </w:tr>
      <w:tr w:rsidR="00736954" w:rsidRPr="00736954" w:rsidTr="00FD610A">
        <w:trPr>
          <w:trHeight w:val="320"/>
        </w:trPr>
        <w:tc>
          <w:tcPr>
            <w:tcW w:w="10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954" w:rsidRPr="00736954" w:rsidRDefault="00736954" w:rsidP="0073695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54" w:rsidRPr="00736954" w:rsidRDefault="00736954" w:rsidP="007369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54" w:rsidRPr="00736954" w:rsidRDefault="00736954" w:rsidP="007369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6954" w:rsidRPr="00736954" w:rsidTr="00736954">
        <w:trPr>
          <w:gridAfter w:val="1"/>
          <w:wAfter w:w="558" w:type="dxa"/>
          <w:trHeight w:val="320"/>
        </w:trPr>
        <w:tc>
          <w:tcPr>
            <w:tcW w:w="42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3D4647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FULL NAME</w:t>
            </w:r>
          </w:p>
        </w:tc>
        <w:tc>
          <w:tcPr>
            <w:tcW w:w="47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3D4647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TITLE/ORGANIZATION</w:t>
            </w:r>
          </w:p>
        </w:tc>
        <w:tc>
          <w:tcPr>
            <w:tcW w:w="495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3D4647"/>
            <w:vAlign w:val="center"/>
            <w:hideMark/>
          </w:tcPr>
          <w:p w:rsidR="00736954" w:rsidRPr="00736954" w:rsidRDefault="00736954" w:rsidP="00736954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EMAIL ADDRESS</w:t>
            </w:r>
          </w:p>
        </w:tc>
      </w:tr>
      <w:tr w:rsidR="00736954" w:rsidRPr="00736954" w:rsidTr="00736954">
        <w:trPr>
          <w:gridAfter w:val="1"/>
          <w:wAfter w:w="558" w:type="dxa"/>
          <w:trHeight w:val="677"/>
        </w:trPr>
        <w:tc>
          <w:tcPr>
            <w:tcW w:w="42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0" w:type="dxa"/>
            <w:gridSpan w:val="3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736954">
        <w:trPr>
          <w:gridAfter w:val="1"/>
          <w:wAfter w:w="558" w:type="dxa"/>
          <w:trHeight w:val="677"/>
        </w:trPr>
        <w:tc>
          <w:tcPr>
            <w:tcW w:w="42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0" w:type="dxa"/>
            <w:gridSpan w:val="3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736954">
        <w:trPr>
          <w:gridAfter w:val="1"/>
          <w:wAfter w:w="558" w:type="dxa"/>
          <w:trHeight w:val="677"/>
        </w:trPr>
        <w:tc>
          <w:tcPr>
            <w:tcW w:w="42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0" w:type="dxa"/>
            <w:gridSpan w:val="3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736954">
        <w:trPr>
          <w:gridAfter w:val="1"/>
          <w:wAfter w:w="558" w:type="dxa"/>
          <w:trHeight w:val="677"/>
        </w:trPr>
        <w:tc>
          <w:tcPr>
            <w:tcW w:w="42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0" w:type="dxa"/>
            <w:gridSpan w:val="3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736954">
        <w:trPr>
          <w:gridAfter w:val="1"/>
          <w:wAfter w:w="558" w:type="dxa"/>
          <w:trHeight w:val="677"/>
        </w:trPr>
        <w:tc>
          <w:tcPr>
            <w:tcW w:w="42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0" w:type="dxa"/>
            <w:gridSpan w:val="3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6954" w:rsidRPr="00736954" w:rsidTr="00736954">
        <w:trPr>
          <w:gridAfter w:val="1"/>
          <w:wAfter w:w="558" w:type="dxa"/>
          <w:trHeight w:val="677"/>
        </w:trPr>
        <w:tc>
          <w:tcPr>
            <w:tcW w:w="42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0" w:type="dxa"/>
            <w:gridSpan w:val="3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3E8E8"/>
            <w:vAlign w:val="center"/>
            <w:hideMark/>
          </w:tcPr>
          <w:p w:rsidR="00736954" w:rsidRPr="00736954" w:rsidRDefault="00736954" w:rsidP="00736954">
            <w:pPr>
              <w:ind w:firstLineChars="100" w:firstLine="20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736954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736954" w:rsidRDefault="00736954"/>
    <w:sectPr w:rsidR="00736954" w:rsidSect="008D039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ABE"/>
    <w:rsid w:val="00013DE9"/>
    <w:rsid w:val="00054AB9"/>
    <w:rsid w:val="000654E2"/>
    <w:rsid w:val="000B79B2"/>
    <w:rsid w:val="00104D88"/>
    <w:rsid w:val="001627C1"/>
    <w:rsid w:val="001B1082"/>
    <w:rsid w:val="0022538E"/>
    <w:rsid w:val="00277308"/>
    <w:rsid w:val="00447A19"/>
    <w:rsid w:val="004A403E"/>
    <w:rsid w:val="004A7E41"/>
    <w:rsid w:val="004E4870"/>
    <w:rsid w:val="005A6E32"/>
    <w:rsid w:val="005C03CF"/>
    <w:rsid w:val="00652BE1"/>
    <w:rsid w:val="00712099"/>
    <w:rsid w:val="00736954"/>
    <w:rsid w:val="007C3722"/>
    <w:rsid w:val="00825637"/>
    <w:rsid w:val="008D0399"/>
    <w:rsid w:val="008D3ABE"/>
    <w:rsid w:val="00903502"/>
    <w:rsid w:val="009A3846"/>
    <w:rsid w:val="009E334B"/>
    <w:rsid w:val="009F3452"/>
    <w:rsid w:val="00A125D2"/>
    <w:rsid w:val="00AC178C"/>
    <w:rsid w:val="00B10F78"/>
    <w:rsid w:val="00B36612"/>
    <w:rsid w:val="00B55E84"/>
    <w:rsid w:val="00BF78CD"/>
    <w:rsid w:val="00C32986"/>
    <w:rsid w:val="00C94076"/>
    <w:rsid w:val="00CE6FCF"/>
    <w:rsid w:val="00D179DE"/>
    <w:rsid w:val="00DD002A"/>
    <w:rsid w:val="00E12DE2"/>
    <w:rsid w:val="00E13696"/>
    <w:rsid w:val="00E94404"/>
    <w:rsid w:val="00ED38D8"/>
    <w:rsid w:val="00F46546"/>
    <w:rsid w:val="00FD4624"/>
    <w:rsid w:val="00FD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54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54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54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54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templatesshow%20posts\root%20cause%20analysis%20templates\root%20cause%20analysis%20template-nmvx37sfk235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root cause analysis template-nmvx37sfk23512</Template>
  <TotalTime>0</TotalTime>
  <Pages>8</Pages>
  <Words>928</Words>
  <Characters>5290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Social Butterfly Digital Marketing LLC</Company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</dc:creator>
  <cp:lastModifiedBy>Adeel</cp:lastModifiedBy>
  <cp:revision>1</cp:revision>
  <dcterms:created xsi:type="dcterms:W3CDTF">2023-06-11T18:51:00Z</dcterms:created>
  <dcterms:modified xsi:type="dcterms:W3CDTF">2023-06-11T18:51:00Z</dcterms:modified>
</cp:coreProperties>
</file>